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D92CE" w14:textId="77777777" w:rsidR="0085747A" w:rsidRPr="00306C8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06C84">
        <w:rPr>
          <w:rFonts w:ascii="Corbel" w:hAnsi="Corbel"/>
          <w:b/>
          <w:smallCaps/>
          <w:sz w:val="24"/>
          <w:szCs w:val="24"/>
        </w:rPr>
        <w:t>SYLABUS</w:t>
      </w:r>
    </w:p>
    <w:p w14:paraId="5955AA06" w14:textId="0C0EF610" w:rsidR="0085747A" w:rsidRPr="00306C8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06C8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06C84">
        <w:rPr>
          <w:rFonts w:ascii="Corbel" w:hAnsi="Corbel"/>
          <w:b/>
          <w:smallCaps/>
          <w:sz w:val="24"/>
          <w:szCs w:val="24"/>
        </w:rPr>
        <w:t xml:space="preserve"> </w:t>
      </w:r>
      <w:r w:rsidR="00273509" w:rsidRPr="00306C84">
        <w:rPr>
          <w:rFonts w:ascii="Corbel" w:hAnsi="Corbel"/>
          <w:b/>
          <w:smallCaps/>
          <w:sz w:val="24"/>
          <w:szCs w:val="24"/>
        </w:rPr>
        <w:t>202</w:t>
      </w:r>
      <w:r w:rsidR="00E3047E">
        <w:rPr>
          <w:rFonts w:ascii="Corbel" w:hAnsi="Corbel"/>
          <w:b/>
          <w:smallCaps/>
          <w:sz w:val="24"/>
          <w:szCs w:val="24"/>
        </w:rPr>
        <w:t>1</w:t>
      </w:r>
      <w:r w:rsidR="00273509" w:rsidRPr="00306C84">
        <w:rPr>
          <w:rFonts w:ascii="Corbel" w:hAnsi="Corbel"/>
          <w:b/>
          <w:smallCaps/>
          <w:sz w:val="24"/>
          <w:szCs w:val="24"/>
        </w:rPr>
        <w:t xml:space="preserve"> - 202</w:t>
      </w:r>
      <w:r w:rsidR="00E3047E">
        <w:rPr>
          <w:rFonts w:ascii="Corbel" w:hAnsi="Corbel"/>
          <w:b/>
          <w:smallCaps/>
          <w:sz w:val="24"/>
          <w:szCs w:val="24"/>
        </w:rPr>
        <w:t>6</w:t>
      </w:r>
    </w:p>
    <w:p w14:paraId="327909AE" w14:textId="7E226BB7" w:rsidR="00445970" w:rsidRPr="00306C84" w:rsidRDefault="00445970" w:rsidP="004E3061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306C84">
        <w:rPr>
          <w:rFonts w:ascii="Corbel" w:hAnsi="Corbel"/>
          <w:sz w:val="24"/>
          <w:szCs w:val="24"/>
        </w:rPr>
        <w:t xml:space="preserve">Rok akademicki   </w:t>
      </w:r>
      <w:r w:rsidR="004E3061" w:rsidRPr="00306C84">
        <w:rPr>
          <w:rFonts w:ascii="Corbel" w:hAnsi="Corbel"/>
          <w:sz w:val="24"/>
          <w:szCs w:val="24"/>
        </w:rPr>
        <w:t>202</w:t>
      </w:r>
      <w:r w:rsidR="00E3047E">
        <w:rPr>
          <w:rFonts w:ascii="Corbel" w:hAnsi="Corbel"/>
          <w:sz w:val="24"/>
          <w:szCs w:val="24"/>
        </w:rPr>
        <w:t>4</w:t>
      </w:r>
      <w:r w:rsidR="004E3061" w:rsidRPr="00306C84">
        <w:rPr>
          <w:rFonts w:ascii="Corbel" w:hAnsi="Corbel"/>
          <w:sz w:val="24"/>
          <w:szCs w:val="24"/>
        </w:rPr>
        <w:t>/202</w:t>
      </w:r>
      <w:r w:rsidR="00E3047E">
        <w:rPr>
          <w:rFonts w:ascii="Corbel" w:hAnsi="Corbel"/>
          <w:sz w:val="24"/>
          <w:szCs w:val="24"/>
        </w:rPr>
        <w:t>5</w:t>
      </w:r>
      <w:bookmarkStart w:id="0" w:name="_GoBack"/>
      <w:bookmarkEnd w:id="0"/>
    </w:p>
    <w:p w14:paraId="68751E44" w14:textId="77777777" w:rsidR="0085747A" w:rsidRPr="00306C8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171089" w14:textId="77777777" w:rsidR="0085747A" w:rsidRPr="00306C8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06C84">
        <w:rPr>
          <w:rFonts w:ascii="Corbel" w:hAnsi="Corbel"/>
          <w:szCs w:val="24"/>
        </w:rPr>
        <w:t xml:space="preserve">1. </w:t>
      </w:r>
      <w:r w:rsidR="0085747A" w:rsidRPr="00306C84">
        <w:rPr>
          <w:rFonts w:ascii="Corbel" w:hAnsi="Corbel"/>
          <w:szCs w:val="24"/>
        </w:rPr>
        <w:t xml:space="preserve">Podstawowe </w:t>
      </w:r>
      <w:r w:rsidR="00445970" w:rsidRPr="00306C8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06C84" w14:paraId="396A2CC5" w14:textId="77777777" w:rsidTr="00273509">
        <w:tc>
          <w:tcPr>
            <w:tcW w:w="2694" w:type="dxa"/>
            <w:vAlign w:val="center"/>
          </w:tcPr>
          <w:p w14:paraId="3FE23EF2" w14:textId="77777777" w:rsidR="0085747A" w:rsidRPr="00306C8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595A866" w14:textId="70B22631" w:rsidR="0085747A" w:rsidRPr="00306C84" w:rsidRDefault="00D515A0" w:rsidP="00207377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seksualność osób ze spektrum autyzmu</w:t>
            </w:r>
          </w:p>
        </w:tc>
      </w:tr>
      <w:tr w:rsidR="0085747A" w:rsidRPr="00306C84" w14:paraId="4FF5CF24" w14:textId="77777777" w:rsidTr="00273509">
        <w:tc>
          <w:tcPr>
            <w:tcW w:w="2694" w:type="dxa"/>
            <w:vAlign w:val="center"/>
          </w:tcPr>
          <w:p w14:paraId="394441A1" w14:textId="77777777" w:rsidR="0085747A" w:rsidRPr="00306C8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06C8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A96A2F2" w14:textId="4F027EB3" w:rsidR="0085747A" w:rsidRPr="00306C84" w:rsidRDefault="004E30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6C84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306C84" w14:paraId="540B0C78" w14:textId="77777777" w:rsidTr="00273509">
        <w:tc>
          <w:tcPr>
            <w:tcW w:w="2694" w:type="dxa"/>
            <w:vAlign w:val="center"/>
          </w:tcPr>
          <w:p w14:paraId="24187EE2" w14:textId="77777777" w:rsidR="0085747A" w:rsidRPr="00306C84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N</w:t>
            </w:r>
            <w:r w:rsidR="0085747A" w:rsidRPr="00306C8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06C8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C85FAB" w14:textId="0E312DB1" w:rsidR="0085747A" w:rsidRPr="00306C84" w:rsidRDefault="007A265C" w:rsidP="004E30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6C8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306C84" w14:paraId="417B3661" w14:textId="77777777" w:rsidTr="00273509">
        <w:tc>
          <w:tcPr>
            <w:tcW w:w="2694" w:type="dxa"/>
            <w:vAlign w:val="center"/>
          </w:tcPr>
          <w:p w14:paraId="46EA4045" w14:textId="77777777" w:rsidR="0085747A" w:rsidRPr="00306C8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3B06764" w14:textId="09697422" w:rsidR="0085747A" w:rsidRPr="00306C84" w:rsidRDefault="004E3061" w:rsidP="004E30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6C84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306C84" w14:paraId="4802FC3E" w14:textId="77777777" w:rsidTr="00273509">
        <w:tc>
          <w:tcPr>
            <w:tcW w:w="2694" w:type="dxa"/>
            <w:vAlign w:val="center"/>
          </w:tcPr>
          <w:p w14:paraId="2EE1F2EB" w14:textId="77777777" w:rsidR="0085747A" w:rsidRPr="00306C8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30E662" w14:textId="5D020309" w:rsidR="0085747A" w:rsidRPr="00306C84" w:rsidRDefault="004E30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6C84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306C84" w14:paraId="197A3F35" w14:textId="77777777" w:rsidTr="00273509">
        <w:tc>
          <w:tcPr>
            <w:tcW w:w="2694" w:type="dxa"/>
            <w:vAlign w:val="center"/>
          </w:tcPr>
          <w:p w14:paraId="3593AAAB" w14:textId="77777777" w:rsidR="0085747A" w:rsidRPr="00306C8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D073B48" w14:textId="0B288862" w:rsidR="0085747A" w:rsidRPr="00306C84" w:rsidRDefault="004E30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6C84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306C84" w14:paraId="58BB141B" w14:textId="77777777" w:rsidTr="00273509">
        <w:tc>
          <w:tcPr>
            <w:tcW w:w="2694" w:type="dxa"/>
            <w:vAlign w:val="center"/>
          </w:tcPr>
          <w:p w14:paraId="01D78616" w14:textId="77777777" w:rsidR="0085747A" w:rsidRPr="00306C8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3FA573" w14:textId="77777777" w:rsidR="0085747A" w:rsidRPr="00306C84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6C84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306C84" w14:paraId="1B532D9F" w14:textId="77777777" w:rsidTr="00273509">
        <w:tc>
          <w:tcPr>
            <w:tcW w:w="2694" w:type="dxa"/>
            <w:vAlign w:val="center"/>
          </w:tcPr>
          <w:p w14:paraId="1BFF2CCC" w14:textId="77777777" w:rsidR="0085747A" w:rsidRPr="00306C8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766518C" w14:textId="77777777" w:rsidR="0085747A" w:rsidRPr="00306C84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6C84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306C84" w14:paraId="00C665C2" w14:textId="77777777" w:rsidTr="00273509">
        <w:tc>
          <w:tcPr>
            <w:tcW w:w="2694" w:type="dxa"/>
            <w:vAlign w:val="center"/>
          </w:tcPr>
          <w:p w14:paraId="6109E45B" w14:textId="77777777" w:rsidR="0085747A" w:rsidRPr="00306C8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06C84">
              <w:rPr>
                <w:rFonts w:ascii="Corbel" w:hAnsi="Corbel"/>
                <w:sz w:val="24"/>
                <w:szCs w:val="24"/>
              </w:rPr>
              <w:t>/y</w:t>
            </w:r>
            <w:r w:rsidRPr="00306C8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8A6EB8" w14:textId="16B53DC0" w:rsidR="0085747A" w:rsidRPr="00306C84" w:rsidRDefault="00D515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6C84">
              <w:rPr>
                <w:rFonts w:ascii="Corbel" w:hAnsi="Corbel"/>
                <w:b w:val="0"/>
                <w:sz w:val="24"/>
                <w:szCs w:val="24"/>
              </w:rPr>
              <w:t>V rok, 10</w:t>
            </w:r>
            <w:r w:rsidR="00273509" w:rsidRPr="00306C84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273509" w:rsidRPr="00306C84" w14:paraId="689BC4CB" w14:textId="77777777" w:rsidTr="00273509">
        <w:tc>
          <w:tcPr>
            <w:tcW w:w="2694" w:type="dxa"/>
            <w:vAlign w:val="center"/>
          </w:tcPr>
          <w:p w14:paraId="563A7FF1" w14:textId="77777777" w:rsidR="00273509" w:rsidRPr="00306C84" w:rsidRDefault="00273509" w:rsidP="002735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4B30CC" w14:textId="14496B12" w:rsidR="00207377" w:rsidRPr="00306C84" w:rsidRDefault="00273509" w:rsidP="002073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06C84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</w:t>
            </w:r>
            <w:r w:rsidR="00BE4CDF" w:rsidRPr="00306C84">
              <w:rPr>
                <w:rFonts w:ascii="Corbel" w:hAnsi="Corbel"/>
                <w:b w:val="0"/>
                <w:sz w:val="24"/>
                <w:szCs w:val="24"/>
              </w:rPr>
              <w:t>; p</w:t>
            </w:r>
            <w:r w:rsidR="00207377" w:rsidRPr="00306C84">
              <w:rPr>
                <w:rFonts w:ascii="Corbel" w:hAnsi="Corbel"/>
                <w:b w:val="0"/>
                <w:sz w:val="24"/>
                <w:szCs w:val="24"/>
              </w:rPr>
              <w:t>rzedmiot specjalnościowy</w:t>
            </w:r>
          </w:p>
        </w:tc>
      </w:tr>
      <w:tr w:rsidR="00273509" w:rsidRPr="00306C84" w14:paraId="573A90B1" w14:textId="77777777" w:rsidTr="00273509">
        <w:tc>
          <w:tcPr>
            <w:tcW w:w="2694" w:type="dxa"/>
            <w:vAlign w:val="center"/>
          </w:tcPr>
          <w:p w14:paraId="3AD992E9" w14:textId="77777777" w:rsidR="00273509" w:rsidRPr="00306C84" w:rsidRDefault="00273509" w:rsidP="002735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E5D574" w14:textId="2E33936F" w:rsidR="00273509" w:rsidRPr="00306C84" w:rsidRDefault="00273509" w:rsidP="002735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6C8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73509" w:rsidRPr="00306C84" w14:paraId="5EF40352" w14:textId="77777777" w:rsidTr="00273509">
        <w:tc>
          <w:tcPr>
            <w:tcW w:w="2694" w:type="dxa"/>
            <w:vAlign w:val="center"/>
          </w:tcPr>
          <w:p w14:paraId="7CCDB010" w14:textId="77777777" w:rsidR="00273509" w:rsidRPr="00306C84" w:rsidRDefault="00273509" w:rsidP="002735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E846E0" w14:textId="5B873BD1" w:rsidR="00273509" w:rsidRPr="00306C84" w:rsidRDefault="00273509" w:rsidP="002735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6C84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306C84"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  <w:r w:rsidRPr="00306C84">
              <w:rPr>
                <w:rFonts w:ascii="Corbel" w:hAnsi="Corbel"/>
                <w:b w:val="0"/>
                <w:sz w:val="24"/>
                <w:szCs w:val="24"/>
              </w:rPr>
              <w:t>, dr Aneta Lew - Koralewicz</w:t>
            </w:r>
          </w:p>
        </w:tc>
      </w:tr>
      <w:tr w:rsidR="0085747A" w:rsidRPr="00306C84" w14:paraId="7AC6ED84" w14:textId="77777777" w:rsidTr="00273509">
        <w:tc>
          <w:tcPr>
            <w:tcW w:w="2694" w:type="dxa"/>
            <w:vAlign w:val="center"/>
          </w:tcPr>
          <w:p w14:paraId="52305C0C" w14:textId="77777777" w:rsidR="0085747A" w:rsidRPr="00306C8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480A7C" w14:textId="0103D7A8" w:rsidR="0085747A" w:rsidRPr="00306C84" w:rsidRDefault="002735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6C84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4E3061" w:rsidRPr="00306C8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3D6CE8" w:rsidRPr="00306C84">
              <w:rPr>
                <w:rFonts w:ascii="Corbel" w:hAnsi="Corbel"/>
                <w:b w:val="0"/>
                <w:sz w:val="24"/>
                <w:szCs w:val="24"/>
              </w:rPr>
              <w:t>Remigiusz Kijak</w:t>
            </w:r>
            <w:r w:rsidRPr="00306C84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</w:tbl>
    <w:p w14:paraId="3C92E32E" w14:textId="77777777" w:rsidR="0085747A" w:rsidRPr="00306C84" w:rsidRDefault="0085747A" w:rsidP="00AC7384">
      <w:pPr>
        <w:pStyle w:val="Podpunkty"/>
        <w:ind w:left="0"/>
        <w:rPr>
          <w:rFonts w:ascii="Corbel" w:hAnsi="Corbel"/>
          <w:sz w:val="24"/>
          <w:szCs w:val="24"/>
        </w:rPr>
      </w:pPr>
      <w:r w:rsidRPr="00306C84">
        <w:rPr>
          <w:rFonts w:ascii="Corbel" w:hAnsi="Corbel"/>
          <w:sz w:val="24"/>
          <w:szCs w:val="24"/>
        </w:rPr>
        <w:t xml:space="preserve">* </w:t>
      </w:r>
      <w:r w:rsidRPr="00306C84">
        <w:rPr>
          <w:rFonts w:ascii="Corbel" w:hAnsi="Corbel"/>
          <w:i/>
          <w:sz w:val="24"/>
          <w:szCs w:val="24"/>
        </w:rPr>
        <w:t>-</w:t>
      </w:r>
      <w:r w:rsidR="00B90885" w:rsidRPr="00306C8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06C84">
        <w:rPr>
          <w:rFonts w:ascii="Corbel" w:hAnsi="Corbel"/>
          <w:b w:val="0"/>
          <w:sz w:val="24"/>
          <w:szCs w:val="24"/>
        </w:rPr>
        <w:t>e,</w:t>
      </w:r>
      <w:r w:rsidRPr="00306C84">
        <w:rPr>
          <w:rFonts w:ascii="Corbel" w:hAnsi="Corbel"/>
          <w:i/>
          <w:sz w:val="24"/>
          <w:szCs w:val="24"/>
        </w:rPr>
        <w:t xml:space="preserve"> </w:t>
      </w:r>
      <w:r w:rsidRPr="00306C8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06C84">
        <w:rPr>
          <w:rFonts w:ascii="Corbel" w:hAnsi="Corbel"/>
          <w:b w:val="0"/>
          <w:i/>
          <w:sz w:val="24"/>
          <w:szCs w:val="24"/>
        </w:rPr>
        <w:t>w Jednostce</w:t>
      </w:r>
    </w:p>
    <w:p w14:paraId="6A2229DC" w14:textId="77777777" w:rsidR="00923D7D" w:rsidRPr="00306C8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BACC812" w14:textId="77777777" w:rsidR="0085747A" w:rsidRPr="00306C8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06C84">
        <w:rPr>
          <w:rFonts w:ascii="Corbel" w:hAnsi="Corbel"/>
          <w:sz w:val="24"/>
          <w:szCs w:val="24"/>
        </w:rPr>
        <w:t>1.</w:t>
      </w:r>
      <w:r w:rsidR="00E22FBC" w:rsidRPr="00306C84">
        <w:rPr>
          <w:rFonts w:ascii="Corbel" w:hAnsi="Corbel"/>
          <w:sz w:val="24"/>
          <w:szCs w:val="24"/>
        </w:rPr>
        <w:t>1</w:t>
      </w:r>
      <w:r w:rsidRPr="00306C8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E842AA3" w14:textId="77777777" w:rsidR="00923D7D" w:rsidRPr="00306C8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2"/>
        <w:gridCol w:w="787"/>
        <w:gridCol w:w="863"/>
        <w:gridCol w:w="799"/>
        <w:gridCol w:w="818"/>
        <w:gridCol w:w="759"/>
        <w:gridCol w:w="944"/>
        <w:gridCol w:w="1229"/>
        <w:gridCol w:w="1498"/>
      </w:tblGrid>
      <w:tr w:rsidR="00273509" w:rsidRPr="00306C84" w14:paraId="72038DE3" w14:textId="77777777" w:rsidTr="00273509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8FB9" w14:textId="77777777" w:rsidR="00015B8F" w:rsidRPr="00306C84" w:rsidRDefault="00015B8F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06C84">
              <w:rPr>
                <w:rFonts w:ascii="Corbel" w:hAnsi="Corbel"/>
                <w:szCs w:val="24"/>
              </w:rPr>
              <w:t>Semestr</w:t>
            </w:r>
          </w:p>
          <w:p w14:paraId="2FEA8440" w14:textId="77777777" w:rsidR="00015B8F" w:rsidRPr="00306C84" w:rsidRDefault="002B5EA0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06C84">
              <w:rPr>
                <w:rFonts w:ascii="Corbel" w:hAnsi="Corbel"/>
                <w:szCs w:val="24"/>
              </w:rPr>
              <w:t>(</w:t>
            </w:r>
            <w:r w:rsidR="00363F78" w:rsidRPr="00306C8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04F22" w14:textId="77777777" w:rsidR="00015B8F" w:rsidRPr="00306C84" w:rsidRDefault="00015B8F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06C84">
              <w:rPr>
                <w:rFonts w:ascii="Corbel" w:hAnsi="Corbel"/>
                <w:szCs w:val="24"/>
              </w:rPr>
              <w:t>Wykł</w:t>
            </w:r>
            <w:proofErr w:type="spellEnd"/>
            <w:r w:rsidRPr="00306C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8BAED" w14:textId="77777777" w:rsidR="00015B8F" w:rsidRPr="00306C84" w:rsidRDefault="00015B8F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06C8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7B4F8" w14:textId="77777777" w:rsidR="00015B8F" w:rsidRPr="00306C84" w:rsidRDefault="00015B8F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06C84">
              <w:rPr>
                <w:rFonts w:ascii="Corbel" w:hAnsi="Corbel"/>
                <w:szCs w:val="24"/>
              </w:rPr>
              <w:t>Konw</w:t>
            </w:r>
            <w:proofErr w:type="spellEnd"/>
            <w:r w:rsidRPr="00306C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661A4" w14:textId="77777777" w:rsidR="00015B8F" w:rsidRPr="00306C84" w:rsidRDefault="00015B8F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06C8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CAF5D" w14:textId="77777777" w:rsidR="00015B8F" w:rsidRPr="00306C84" w:rsidRDefault="00015B8F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06C84">
              <w:rPr>
                <w:rFonts w:ascii="Corbel" w:hAnsi="Corbel"/>
                <w:szCs w:val="24"/>
              </w:rPr>
              <w:t>Sem</w:t>
            </w:r>
            <w:proofErr w:type="spellEnd"/>
            <w:r w:rsidRPr="00306C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05403" w14:textId="77777777" w:rsidR="00015B8F" w:rsidRPr="00306C84" w:rsidRDefault="00015B8F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06C8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3A6AB" w14:textId="77777777" w:rsidR="00015B8F" w:rsidRPr="00306C84" w:rsidRDefault="00015B8F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06C84">
              <w:rPr>
                <w:rFonts w:ascii="Corbel" w:hAnsi="Corbel"/>
                <w:szCs w:val="24"/>
              </w:rPr>
              <w:t>Prakt</w:t>
            </w:r>
            <w:proofErr w:type="spellEnd"/>
            <w:r w:rsidRPr="00306C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DD513" w14:textId="30448753" w:rsidR="00015B8F" w:rsidRPr="00306C84" w:rsidRDefault="00273509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06C84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40368" w14:textId="77777777" w:rsidR="00015B8F" w:rsidRPr="00306C84" w:rsidRDefault="00015B8F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06C84">
              <w:rPr>
                <w:rFonts w:ascii="Corbel" w:hAnsi="Corbel"/>
                <w:b/>
                <w:szCs w:val="24"/>
              </w:rPr>
              <w:t>Liczba pkt</w:t>
            </w:r>
            <w:r w:rsidR="00B90885" w:rsidRPr="00306C84">
              <w:rPr>
                <w:rFonts w:ascii="Corbel" w:hAnsi="Corbel"/>
                <w:b/>
                <w:szCs w:val="24"/>
              </w:rPr>
              <w:t>.</w:t>
            </w:r>
            <w:r w:rsidRPr="00306C8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73509" w:rsidRPr="00306C84" w14:paraId="29BC9776" w14:textId="77777777" w:rsidTr="00273509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8096" w14:textId="4ACACAB1" w:rsidR="00273509" w:rsidRPr="00306C84" w:rsidRDefault="00D515A0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06C84">
              <w:rPr>
                <w:rFonts w:ascii="Corbel" w:hAnsi="Corbel"/>
                <w:szCs w:val="24"/>
              </w:rPr>
              <w:t>10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BA9FF" w14:textId="77777777" w:rsidR="00273509" w:rsidRPr="00306C84" w:rsidRDefault="00273509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57B9F" w14:textId="77777777" w:rsidR="00273509" w:rsidRPr="00306C84" w:rsidRDefault="00273509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45064" w14:textId="77777777" w:rsidR="00273509" w:rsidRPr="00306C84" w:rsidRDefault="00273509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CC6B3" w14:textId="77777777" w:rsidR="00273509" w:rsidRPr="00306C84" w:rsidRDefault="00273509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F879D" w14:textId="77777777" w:rsidR="00273509" w:rsidRPr="00306C84" w:rsidRDefault="00273509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257EF" w14:textId="77777777" w:rsidR="00273509" w:rsidRPr="00306C84" w:rsidRDefault="00273509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44878" w14:textId="77777777" w:rsidR="00273509" w:rsidRPr="00306C84" w:rsidRDefault="00273509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D2794" w14:textId="795EF533" w:rsidR="00273509" w:rsidRPr="00306C84" w:rsidRDefault="00D515A0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06C84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44449" w14:textId="340DE1A5" w:rsidR="00273509" w:rsidRPr="00306C84" w:rsidRDefault="00D515A0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06C84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313FFB59" w14:textId="77777777" w:rsidR="00923D7D" w:rsidRPr="00306C8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FC6D4BE" w14:textId="77777777" w:rsidR="0085747A" w:rsidRPr="00306C8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06C84">
        <w:rPr>
          <w:rFonts w:ascii="Corbel" w:hAnsi="Corbel"/>
          <w:smallCaps w:val="0"/>
          <w:szCs w:val="24"/>
        </w:rPr>
        <w:t>1.</w:t>
      </w:r>
      <w:r w:rsidR="00E22FBC" w:rsidRPr="00306C84">
        <w:rPr>
          <w:rFonts w:ascii="Corbel" w:hAnsi="Corbel"/>
          <w:smallCaps w:val="0"/>
          <w:szCs w:val="24"/>
        </w:rPr>
        <w:t>2</w:t>
      </w:r>
      <w:r w:rsidR="00F83B28" w:rsidRPr="00306C84">
        <w:rPr>
          <w:rFonts w:ascii="Corbel" w:hAnsi="Corbel"/>
          <w:smallCaps w:val="0"/>
          <w:szCs w:val="24"/>
        </w:rPr>
        <w:t>.</w:t>
      </w:r>
      <w:r w:rsidR="00F83B28" w:rsidRPr="00306C84">
        <w:rPr>
          <w:rFonts w:ascii="Corbel" w:hAnsi="Corbel"/>
          <w:smallCaps w:val="0"/>
          <w:szCs w:val="24"/>
        </w:rPr>
        <w:tab/>
      </w:r>
      <w:r w:rsidRPr="00306C84">
        <w:rPr>
          <w:rFonts w:ascii="Corbel" w:hAnsi="Corbel"/>
          <w:smallCaps w:val="0"/>
          <w:szCs w:val="24"/>
        </w:rPr>
        <w:t xml:space="preserve">Sposób realizacji zajęć  </w:t>
      </w:r>
    </w:p>
    <w:p w14:paraId="410DB67C" w14:textId="77777777" w:rsidR="005672D9" w:rsidRPr="00306C84" w:rsidRDefault="005672D9" w:rsidP="005672D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6C84">
        <w:rPr>
          <w:rFonts w:ascii="Corbel" w:eastAsia="MS Gothic" w:hAnsi="Corbel"/>
          <w:b w:val="0"/>
          <w:szCs w:val="24"/>
        </w:rPr>
        <w:sym w:font="Wingdings" w:char="F078"/>
      </w:r>
      <w:r w:rsidRPr="00306C84">
        <w:rPr>
          <w:rFonts w:ascii="Corbel" w:eastAsia="MS Gothic" w:hAnsi="Corbel"/>
          <w:b w:val="0"/>
          <w:szCs w:val="24"/>
        </w:rPr>
        <w:t xml:space="preserve"> </w:t>
      </w:r>
      <w:r w:rsidRPr="00306C84">
        <w:rPr>
          <w:rFonts w:ascii="Corbel" w:hAnsi="Corbel"/>
          <w:b w:val="0"/>
          <w:smallCaps w:val="0"/>
          <w:szCs w:val="24"/>
        </w:rPr>
        <w:t>zajęcia w formie tradycyjnej</w:t>
      </w:r>
    </w:p>
    <w:p w14:paraId="461E88B1" w14:textId="77777777" w:rsidR="005672D9" w:rsidRPr="00306C84" w:rsidRDefault="005672D9" w:rsidP="005672D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6C84">
        <w:rPr>
          <w:rFonts w:ascii="MS Gothic" w:eastAsia="MS Gothic" w:hAnsi="MS Gothic" w:cs="MS Gothic" w:hint="eastAsia"/>
          <w:b w:val="0"/>
          <w:szCs w:val="24"/>
        </w:rPr>
        <w:t>☐</w:t>
      </w:r>
      <w:r w:rsidRPr="00306C8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D64C91A" w14:textId="77777777" w:rsidR="0085747A" w:rsidRPr="00306C8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C6EB962" w14:textId="00AC31C5" w:rsidR="005672D9" w:rsidRPr="00306C8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06C84">
        <w:rPr>
          <w:rFonts w:ascii="Corbel" w:hAnsi="Corbel"/>
          <w:smallCaps w:val="0"/>
          <w:szCs w:val="24"/>
        </w:rPr>
        <w:t xml:space="preserve">1.3 </w:t>
      </w:r>
      <w:r w:rsidR="00F83B28" w:rsidRPr="00306C84">
        <w:rPr>
          <w:rFonts w:ascii="Corbel" w:hAnsi="Corbel"/>
          <w:smallCaps w:val="0"/>
          <w:szCs w:val="24"/>
        </w:rPr>
        <w:tab/>
      </w:r>
      <w:r w:rsidRPr="00306C84">
        <w:rPr>
          <w:rFonts w:ascii="Corbel" w:hAnsi="Corbel"/>
          <w:smallCaps w:val="0"/>
          <w:szCs w:val="24"/>
        </w:rPr>
        <w:t>For</w:t>
      </w:r>
      <w:r w:rsidR="00445970" w:rsidRPr="00306C84">
        <w:rPr>
          <w:rFonts w:ascii="Corbel" w:hAnsi="Corbel"/>
          <w:smallCaps w:val="0"/>
          <w:szCs w:val="24"/>
        </w:rPr>
        <w:t xml:space="preserve">ma zaliczenia przedmiotu </w:t>
      </w:r>
      <w:r w:rsidRPr="00306C84">
        <w:rPr>
          <w:rFonts w:ascii="Corbel" w:hAnsi="Corbel"/>
          <w:smallCaps w:val="0"/>
          <w:szCs w:val="24"/>
        </w:rPr>
        <w:t xml:space="preserve"> (z toku) </w:t>
      </w:r>
      <w:r w:rsidRPr="00306C84">
        <w:rPr>
          <w:rFonts w:ascii="Corbel" w:hAnsi="Corbel"/>
          <w:b w:val="0"/>
          <w:smallCaps w:val="0"/>
          <w:szCs w:val="24"/>
        </w:rPr>
        <w:t xml:space="preserve"> </w:t>
      </w:r>
    </w:p>
    <w:p w14:paraId="0E83C5C9" w14:textId="792AE0E2" w:rsidR="00E22FBC" w:rsidRPr="00306C84" w:rsidRDefault="005672D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06C84">
        <w:rPr>
          <w:rFonts w:ascii="Corbel" w:hAnsi="Corbel"/>
          <w:smallCaps w:val="0"/>
          <w:szCs w:val="24"/>
        </w:rPr>
        <w:tab/>
      </w:r>
      <w:r w:rsidR="00E22FBC" w:rsidRPr="00306C84">
        <w:rPr>
          <w:rFonts w:ascii="Corbel" w:hAnsi="Corbel"/>
          <w:b w:val="0"/>
          <w:smallCaps w:val="0"/>
          <w:szCs w:val="24"/>
        </w:rPr>
        <w:t>zaliczeni</w:t>
      </w:r>
      <w:r w:rsidRPr="00306C84">
        <w:rPr>
          <w:rFonts w:ascii="Corbel" w:hAnsi="Corbel"/>
          <w:b w:val="0"/>
          <w:smallCaps w:val="0"/>
          <w:szCs w:val="24"/>
        </w:rPr>
        <w:t xml:space="preserve">e z oceną, </w:t>
      </w:r>
    </w:p>
    <w:p w14:paraId="7047739A" w14:textId="77777777" w:rsidR="009C54AE" w:rsidRPr="00306C84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3A5D29" w14:textId="77777777" w:rsidR="00E960BB" w:rsidRPr="00306C8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06C8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06C84" w14:paraId="6F2C33DA" w14:textId="77777777" w:rsidTr="00745302">
        <w:tc>
          <w:tcPr>
            <w:tcW w:w="9670" w:type="dxa"/>
          </w:tcPr>
          <w:p w14:paraId="1A5FFAFB" w14:textId="5A737299" w:rsidR="0085747A" w:rsidRPr="00306C84" w:rsidRDefault="003D6CE8" w:rsidP="003D6CE8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kurs z </w:t>
            </w:r>
            <w:r w:rsidR="00850D00" w:rsidRPr="00306C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Rozwój psychoseksualny człowieka</w:t>
            </w:r>
            <w:r w:rsidR="0078138F" w:rsidRPr="00306C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A131E" w:rsidRPr="00306C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Biomedyczne podstawy rozwoju człowieka</w:t>
            </w:r>
            <w:r w:rsidR="005672D9" w:rsidRPr="00306C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Antropologia niepełnosprawności</w:t>
            </w:r>
            <w:r w:rsidRPr="00306C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</w:p>
        </w:tc>
      </w:tr>
    </w:tbl>
    <w:p w14:paraId="25CF8EAA" w14:textId="77777777" w:rsidR="00CF2E84" w:rsidRPr="00306C84" w:rsidRDefault="00CF2E8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497683" w14:textId="1A004834" w:rsidR="0085747A" w:rsidRPr="00306C8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06C84">
        <w:rPr>
          <w:rFonts w:ascii="Corbel" w:hAnsi="Corbel"/>
          <w:szCs w:val="24"/>
        </w:rPr>
        <w:t>3.</w:t>
      </w:r>
      <w:r w:rsidR="0085747A" w:rsidRPr="00306C84">
        <w:rPr>
          <w:rFonts w:ascii="Corbel" w:hAnsi="Corbel"/>
          <w:szCs w:val="24"/>
        </w:rPr>
        <w:t xml:space="preserve"> </w:t>
      </w:r>
      <w:r w:rsidR="00A84C85" w:rsidRPr="00306C84">
        <w:rPr>
          <w:rFonts w:ascii="Corbel" w:hAnsi="Corbel"/>
          <w:szCs w:val="24"/>
        </w:rPr>
        <w:t>cele, efekty uczenia się</w:t>
      </w:r>
      <w:r w:rsidR="0085747A" w:rsidRPr="00306C84">
        <w:rPr>
          <w:rFonts w:ascii="Corbel" w:hAnsi="Corbel"/>
          <w:szCs w:val="24"/>
        </w:rPr>
        <w:t xml:space="preserve"> , treści Programowe i stosowane metody Dydaktyczne</w:t>
      </w:r>
    </w:p>
    <w:p w14:paraId="2F54475F" w14:textId="77777777" w:rsidR="0085747A" w:rsidRPr="00306C8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42E1CD" w14:textId="77777777" w:rsidR="0085747A" w:rsidRPr="00306C8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06C84">
        <w:rPr>
          <w:rFonts w:ascii="Corbel" w:hAnsi="Corbel"/>
          <w:sz w:val="24"/>
          <w:szCs w:val="24"/>
        </w:rPr>
        <w:t xml:space="preserve">3.1 </w:t>
      </w:r>
      <w:r w:rsidR="00C05F44" w:rsidRPr="00306C84">
        <w:rPr>
          <w:rFonts w:ascii="Corbel" w:hAnsi="Corbel"/>
          <w:sz w:val="24"/>
          <w:szCs w:val="24"/>
        </w:rPr>
        <w:t>Cele przedmiotu</w:t>
      </w:r>
    </w:p>
    <w:p w14:paraId="53DD4A97" w14:textId="77777777" w:rsidR="00F83B28" w:rsidRPr="00306C8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306C84" w14:paraId="2E9E8B8A" w14:textId="77777777" w:rsidTr="00B325B6">
        <w:tc>
          <w:tcPr>
            <w:tcW w:w="842" w:type="dxa"/>
            <w:vAlign w:val="center"/>
          </w:tcPr>
          <w:p w14:paraId="1D63D877" w14:textId="77777777" w:rsidR="00C7713B" w:rsidRPr="00306C8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6C84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  <w:p w14:paraId="6FF589CB" w14:textId="77777777" w:rsidR="00C7713B" w:rsidRPr="00306C84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4EC42319" w14:textId="77777777" w:rsidR="00C7713B" w:rsidRPr="00306C84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2ADCF40D" w14:textId="77777777" w:rsidR="00C7713B" w:rsidRPr="00306C84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75C8F1B7" w14:textId="77777777" w:rsidR="00C7713B" w:rsidRPr="00306C84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1960250D" w14:textId="77777777" w:rsidR="00C7713B" w:rsidRPr="00306C84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22BE4453" w14:textId="326CC1CB" w:rsidR="00C7713B" w:rsidRPr="00306C84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6C84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  <w:p w14:paraId="2E293DF5" w14:textId="77777777" w:rsidR="00C7713B" w:rsidRPr="00306C84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09B673A1" w14:textId="77777777" w:rsidR="00C7713B" w:rsidRPr="00306C84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0F2E45DB" w14:textId="77777777" w:rsidR="00C7713B" w:rsidRPr="00306C84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49DFFCDB" w14:textId="77777777" w:rsidR="00C7713B" w:rsidRPr="00306C84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270BF28D" w14:textId="77777777" w:rsidR="00C7713B" w:rsidRPr="00306C84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086137C0" w14:textId="77777777" w:rsidR="00C7713B" w:rsidRPr="00306C84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021D3CFE" w14:textId="77777777" w:rsidR="00C7713B" w:rsidRPr="00306C84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04B8EDDD" w14:textId="77777777" w:rsidR="00C7713B" w:rsidRPr="00306C84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571FAB17" w14:textId="46338F16" w:rsidR="00C7713B" w:rsidRPr="00306C84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6C8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  <w:p w14:paraId="38479BA4" w14:textId="77777777" w:rsidR="00C7713B" w:rsidRPr="00306C84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36633F60" w14:textId="77777777" w:rsidR="00C7713B" w:rsidRPr="00306C84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772B5AC1" w14:textId="77777777" w:rsidR="00C7713B" w:rsidRPr="00306C84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6C52CA19" w14:textId="77777777" w:rsidR="00C7713B" w:rsidRPr="00306C84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4E9B5FFD" w14:textId="77777777" w:rsidR="00C7713B" w:rsidRPr="00306C84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6B8369E1" w14:textId="3F2020E9" w:rsidR="0085747A" w:rsidRPr="00306C8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6C8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8" w:type="dxa"/>
            <w:vAlign w:val="center"/>
          </w:tcPr>
          <w:p w14:paraId="18101DA4" w14:textId="77777777" w:rsidR="00C7713B" w:rsidRPr="00306C84" w:rsidRDefault="0078138F" w:rsidP="0078138F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306C84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Ciało i ruch jako narzędzia diagnostyczne i terapeutyczne, założenia pracy z wykorzystaniem ciała i ruchu, redukcja napięć, zwiększenie skuteczności radzenia </w:t>
            </w:r>
            <w:r w:rsidRPr="00306C84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sobie z sytuacjami trudnymi, rozpoznawanie repertuaru własnego ruchu i jego powiązań z emocjami, umiejętność wzbogacania ruchu poprzez improwizacje, wykorzystanie wiedzy psychologicznej w zwiększaniu świadomości ciała, świadomość własnego ciała jako podstawa komunikacji z innymi,  zwiększanie możliwości radzenia sobie z trudnościami w relacjach z drugim człowiekiem poprzez świadomość ciała, przestrzeń własna i cudza, ciężar ciała i ugruntowanie jako podstawy integracji ciała i umysłu, świadomość własnego ciała, "ja" cielesne - jestem ciałem a mam ciało, techniki </w:t>
            </w:r>
            <w:proofErr w:type="spellStart"/>
            <w:r w:rsidRPr="00306C84">
              <w:rPr>
                <w:rFonts w:ascii="Corbel" w:hAnsi="Corbel"/>
                <w:b w:val="0"/>
                <w:sz w:val="24"/>
                <w:szCs w:val="24"/>
              </w:rPr>
              <w:t>Lowena</w:t>
            </w:r>
            <w:proofErr w:type="spellEnd"/>
            <w:r w:rsidRPr="00306C84">
              <w:rPr>
                <w:rFonts w:ascii="Corbel" w:hAnsi="Corbel"/>
                <w:b w:val="0"/>
                <w:sz w:val="24"/>
                <w:szCs w:val="24"/>
              </w:rPr>
              <w:t xml:space="preserve">, Alexandra, Jacobsona, uwalnianie blokad mięśniowych i stawowych, zwiększanie świadomości ciała przez ruch i improwizację, ciało - emocje - ruch a relacje z innymi ludźmi. </w:t>
            </w:r>
          </w:p>
          <w:p w14:paraId="53092CCB" w14:textId="77777777" w:rsidR="00C7713B" w:rsidRPr="00306C84" w:rsidRDefault="00C7713B" w:rsidP="0078138F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6D8F769E" w14:textId="5B077D1E" w:rsidR="00C7713B" w:rsidRPr="00306C84" w:rsidRDefault="00C7713B" w:rsidP="0078138F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306C84">
              <w:rPr>
                <w:rFonts w:ascii="Corbel" w:hAnsi="Corbel"/>
                <w:b w:val="0"/>
                <w:sz w:val="24"/>
                <w:szCs w:val="24"/>
              </w:rPr>
              <w:t>W pracy z osobami  z niepełnosprawnościami świadomość granic intymności, granic i możliwości własnego ciała jako narzędzia terapeutycznego stanowi istotny element wiedzy pedagoga specjalnego. Podczas zajęć studenci poznają równie techniki pracy w własnym ciałem ale również zrozumieją dlaczego praca z ciałem jest tak ważna aby skutecznie pracować z osobami niepełnosprawnymi w stopniu znacznym i głębokim jak i ze sprzężeniami. Ustalanie granic intymności w sytuacji ciągłej potrzeby przekraczania granic intymn</w:t>
            </w:r>
            <w:r w:rsidR="00CE3428" w:rsidRPr="00306C84">
              <w:rPr>
                <w:rFonts w:ascii="Corbel" w:hAnsi="Corbel"/>
                <w:b w:val="0"/>
                <w:sz w:val="24"/>
                <w:szCs w:val="24"/>
              </w:rPr>
              <w:t>ości podopiecznego stanowi waż</w:t>
            </w:r>
            <w:r w:rsidRPr="00306C84">
              <w:rPr>
                <w:rFonts w:ascii="Corbel" w:hAnsi="Corbel"/>
                <w:b w:val="0"/>
                <w:sz w:val="24"/>
                <w:szCs w:val="24"/>
              </w:rPr>
              <w:t>ny obszar wiedzy dla pedagoga specjalnego stanowić może również pewną wytyczną w konstruowaniu własnego warsztatu pracy.</w:t>
            </w:r>
          </w:p>
          <w:p w14:paraId="1069BCBB" w14:textId="77777777" w:rsidR="00C7713B" w:rsidRPr="00306C84" w:rsidRDefault="00C7713B" w:rsidP="0078138F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2B81D393" w14:textId="35156252" w:rsidR="0004652D" w:rsidRPr="00306C84" w:rsidRDefault="0078138F" w:rsidP="0078138F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306C84">
              <w:rPr>
                <w:rFonts w:ascii="Corbel" w:hAnsi="Corbel"/>
                <w:b w:val="0"/>
                <w:sz w:val="24"/>
                <w:szCs w:val="24"/>
              </w:rPr>
              <w:t>Uczestnicy dowiedzą się, w jaki sposób oksytocyna przyczynia się do neurobiologii więzi społecznych i miłości.</w:t>
            </w:r>
            <w:r w:rsidRPr="00306C8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06C84">
              <w:rPr>
                <w:rFonts w:ascii="Corbel" w:hAnsi="Corbel"/>
                <w:b w:val="0"/>
                <w:sz w:val="24"/>
                <w:szCs w:val="24"/>
              </w:rPr>
              <w:t xml:space="preserve">Uczestnicy zrozumieją zasady i założenia teorii </w:t>
            </w:r>
            <w:proofErr w:type="spellStart"/>
            <w:r w:rsidRPr="00306C84">
              <w:rPr>
                <w:rFonts w:ascii="Corbel" w:hAnsi="Corbel"/>
                <w:b w:val="0"/>
                <w:sz w:val="24"/>
                <w:szCs w:val="24"/>
              </w:rPr>
              <w:t>poliwagalnej</w:t>
            </w:r>
            <w:proofErr w:type="spellEnd"/>
            <w:r w:rsidRPr="00306C84">
              <w:rPr>
                <w:rFonts w:ascii="Corbel" w:hAnsi="Corbel"/>
                <w:b w:val="0"/>
                <w:sz w:val="24"/>
                <w:szCs w:val="24"/>
              </w:rPr>
              <w:t xml:space="preserve">. Uczestnicy zrozumieją, w jaki sposób teoria </w:t>
            </w:r>
            <w:proofErr w:type="spellStart"/>
            <w:r w:rsidRPr="00306C84">
              <w:rPr>
                <w:rFonts w:ascii="Corbel" w:hAnsi="Corbel"/>
                <w:b w:val="0"/>
                <w:sz w:val="24"/>
                <w:szCs w:val="24"/>
              </w:rPr>
              <w:t>poliwagalna</w:t>
            </w:r>
            <w:proofErr w:type="spellEnd"/>
            <w:r w:rsidRPr="00306C84">
              <w:rPr>
                <w:rFonts w:ascii="Corbel" w:hAnsi="Corbel"/>
                <w:b w:val="0"/>
                <w:sz w:val="24"/>
                <w:szCs w:val="24"/>
              </w:rPr>
              <w:t xml:space="preserve"> pomaga wyjaśnić niektóre kliniczne objawy związane z diagnozami psychiatrycznymi (np. PTSD, autyzm, depresja i zaburzenia lękowe). Uczestnicy zrozumieją, że zachowania związane z nieprzystosowaniem, w tym stany dysocjacji, mogą stanowić adaptację fizjologiczną wyzwalaną przez mechanizmy związane z przetrwaniem. Uczestnicy uzyskają wiedzę na temat połączenia między twarzą a sercem, które definiuje system zaangażowania społecznego łączący uczucia cielesne z wyrazem twarzy, intonacją głosu i gestykulacją. Uczestnicy zrozumieją, w jaki sposób deficyty w systemie zaangażowania społecznego wiążą się z kluczowymi przejawami niektórych zaburzeń psychicznych. Uczestnicy uzyskają wiedzę na temat procesu neuronalnego (</w:t>
            </w:r>
            <w:proofErr w:type="spellStart"/>
            <w:r w:rsidRPr="00306C84">
              <w:rPr>
                <w:rFonts w:ascii="Corbel" w:hAnsi="Corbel"/>
                <w:b w:val="0"/>
                <w:sz w:val="24"/>
                <w:szCs w:val="24"/>
              </w:rPr>
              <w:t>neurocepcji</w:t>
            </w:r>
            <w:proofErr w:type="spellEnd"/>
            <w:r w:rsidRPr="00306C84">
              <w:rPr>
                <w:rFonts w:ascii="Corbel" w:hAnsi="Corbel"/>
                <w:b w:val="0"/>
                <w:sz w:val="24"/>
                <w:szCs w:val="24"/>
              </w:rPr>
              <w:t>), odpowiedzialnego za ocenę zagrożeń środowiskowych i uruchomienie adaptacyjnych obwodów neuronowych, które prowadzą do interakcji społecznej lub zachowań obronnych.</w:t>
            </w:r>
          </w:p>
        </w:tc>
      </w:tr>
    </w:tbl>
    <w:p w14:paraId="0CAE351D" w14:textId="43052831" w:rsidR="0085747A" w:rsidRPr="00306C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7E3BA8A" w14:textId="367818B3" w:rsidR="00C7713B" w:rsidRPr="00306C84" w:rsidRDefault="00C7713B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FD1E7E4" w14:textId="77777777" w:rsidR="005672D9" w:rsidRPr="00306C84" w:rsidRDefault="005672D9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4F3566EF" w14:textId="77777777" w:rsidR="005672D9" w:rsidRPr="00306C84" w:rsidRDefault="005672D9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  <w:sectPr w:rsidR="005672D9" w:rsidRPr="00306C84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2384286" w14:textId="22B9DBE3" w:rsidR="001D7B54" w:rsidRPr="00306C8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06C84">
        <w:rPr>
          <w:rFonts w:ascii="Corbel" w:hAnsi="Corbel"/>
          <w:b/>
          <w:sz w:val="24"/>
          <w:szCs w:val="24"/>
        </w:rPr>
        <w:lastRenderedPageBreak/>
        <w:t xml:space="preserve">3.2 </w:t>
      </w:r>
      <w:r w:rsidR="001D7B54" w:rsidRPr="00306C84">
        <w:rPr>
          <w:rFonts w:ascii="Corbel" w:hAnsi="Corbel"/>
          <w:b/>
          <w:sz w:val="24"/>
          <w:szCs w:val="24"/>
        </w:rPr>
        <w:t xml:space="preserve">Efekty </w:t>
      </w:r>
      <w:r w:rsidR="00C05F44" w:rsidRPr="00306C8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06C84">
        <w:rPr>
          <w:rFonts w:ascii="Corbel" w:hAnsi="Corbel"/>
          <w:b/>
          <w:sz w:val="24"/>
          <w:szCs w:val="24"/>
        </w:rPr>
        <w:t>dla przedmiotu</w:t>
      </w:r>
      <w:r w:rsidR="00445970" w:rsidRPr="00306C84">
        <w:rPr>
          <w:rFonts w:ascii="Corbel" w:hAnsi="Corbel"/>
          <w:sz w:val="24"/>
          <w:szCs w:val="24"/>
        </w:rPr>
        <w:t xml:space="preserve"> </w:t>
      </w:r>
    </w:p>
    <w:p w14:paraId="135CCFDF" w14:textId="77777777" w:rsidR="001D7B54" w:rsidRPr="00306C8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306C84" w14:paraId="1726DDF5" w14:textId="77777777" w:rsidTr="00112982">
        <w:tc>
          <w:tcPr>
            <w:tcW w:w="1675" w:type="dxa"/>
            <w:vAlign w:val="center"/>
          </w:tcPr>
          <w:p w14:paraId="6A9F5289" w14:textId="77777777" w:rsidR="0085747A" w:rsidRPr="00306C8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6C8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06C8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06C8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06C8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7D2E3845" w14:textId="77777777" w:rsidR="0085747A" w:rsidRPr="00306C8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06C8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06C8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71319B7C" w14:textId="77777777" w:rsidR="0085747A" w:rsidRPr="00306C8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06C8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306C84" w14:paraId="2B700C28" w14:textId="77777777" w:rsidTr="00112982">
        <w:tc>
          <w:tcPr>
            <w:tcW w:w="1675" w:type="dxa"/>
          </w:tcPr>
          <w:p w14:paraId="7881BC3F" w14:textId="77777777" w:rsidR="0085747A" w:rsidRPr="00306C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06C8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28E4F909" w14:textId="77777777" w:rsidR="00F459BD" w:rsidRPr="00306C84" w:rsidRDefault="00F459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54EDB0B" w14:textId="77777777" w:rsidR="00F459BD" w:rsidRPr="00306C84" w:rsidRDefault="00F459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C8EA15" w14:textId="77777777" w:rsidR="00F459BD" w:rsidRPr="00306C84" w:rsidRDefault="00F459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D865C0A" w14:textId="77777777" w:rsidR="00F459BD" w:rsidRPr="00306C84" w:rsidRDefault="00F459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5F27940" w14:textId="77777777" w:rsidR="00F459BD" w:rsidRPr="00306C84" w:rsidRDefault="00F459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A0730CE" w14:textId="77777777" w:rsidR="00F459BD" w:rsidRPr="00306C84" w:rsidRDefault="00F459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89DB8CB" w14:textId="77777777" w:rsidR="00F459BD" w:rsidRPr="00306C84" w:rsidRDefault="00F459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42E3076" w14:textId="77777777" w:rsidR="00F459BD" w:rsidRPr="00306C84" w:rsidRDefault="00F459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287225" w14:textId="77777777" w:rsidR="00F459BD" w:rsidRPr="00306C84" w:rsidRDefault="00F459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A8F37BA" w14:textId="77777777" w:rsidR="003E2D83" w:rsidRPr="00306C84" w:rsidRDefault="00373711" w:rsidP="003737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12982" w:rsidRPr="00306C84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  <w:p w14:paraId="4359BBD4" w14:textId="77777777" w:rsidR="00373711" w:rsidRPr="00306C84" w:rsidRDefault="00373711" w:rsidP="003737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4879C04" w14:textId="77777777" w:rsidR="00373711" w:rsidRPr="00306C84" w:rsidRDefault="00373711" w:rsidP="003737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7923CA" w14:textId="77777777" w:rsidR="00373711" w:rsidRPr="00306C84" w:rsidRDefault="00373711" w:rsidP="003737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91DC7DC" w14:textId="52B13C3B" w:rsidR="00373711" w:rsidRPr="00306C84" w:rsidRDefault="00373711" w:rsidP="003737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81" w:type="dxa"/>
          </w:tcPr>
          <w:p w14:paraId="5470C32A" w14:textId="2ADC3989" w:rsidR="005224A8" w:rsidRPr="00306C84" w:rsidRDefault="00F459BD" w:rsidP="003737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szCs w:val="24"/>
              </w:rPr>
              <w:t>Student zna i rozumie podstawy edukacji i rehabilitacji osób z</w:t>
            </w:r>
            <w:r w:rsidR="00820097" w:rsidRPr="00306C84">
              <w:rPr>
                <w:rFonts w:ascii="Corbel" w:hAnsi="Corbel"/>
                <w:b w:val="0"/>
                <w:smallCaps w:val="0"/>
                <w:szCs w:val="24"/>
              </w:rPr>
              <w:t xml:space="preserve"> zaburzeniami ze spektrum autyzmu</w:t>
            </w:r>
            <w:r w:rsidRPr="00306C84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5837F6" w:rsidRPr="00306C84">
              <w:rPr>
                <w:rFonts w:ascii="Corbel" w:hAnsi="Corbel"/>
                <w:b w:val="0"/>
                <w:smallCaps w:val="0"/>
                <w:szCs w:val="24"/>
              </w:rPr>
              <w:t xml:space="preserve"> Dysponuje wiedzą</w:t>
            </w:r>
            <w:r w:rsidRPr="00306C84">
              <w:rPr>
                <w:rFonts w:ascii="Corbel" w:hAnsi="Corbel"/>
                <w:b w:val="0"/>
                <w:smallCaps w:val="0"/>
                <w:szCs w:val="24"/>
              </w:rPr>
              <w:t xml:space="preserve"> o ciele i cielesności i</w:t>
            </w:r>
            <w:r w:rsidR="005837F6" w:rsidRPr="00306C84">
              <w:rPr>
                <w:rFonts w:ascii="Corbel" w:hAnsi="Corbel"/>
                <w:b w:val="0"/>
                <w:smallCaps w:val="0"/>
                <w:szCs w:val="24"/>
              </w:rPr>
              <w:t xml:space="preserve"> umie</w:t>
            </w:r>
            <w:r w:rsidRPr="00306C84">
              <w:rPr>
                <w:rFonts w:ascii="Corbel" w:hAnsi="Corbel"/>
                <w:b w:val="0"/>
                <w:smallCaps w:val="0"/>
                <w:szCs w:val="24"/>
              </w:rPr>
              <w:t xml:space="preserve"> dostosowywać ją do potrzeb i zadań rozwojowych osób </w:t>
            </w:r>
            <w:r w:rsidR="00820097" w:rsidRPr="00306C84">
              <w:rPr>
                <w:rFonts w:ascii="Corbel" w:hAnsi="Corbel"/>
                <w:b w:val="0"/>
                <w:smallCaps w:val="0"/>
                <w:szCs w:val="24"/>
              </w:rPr>
              <w:t xml:space="preserve">z zaburzeniami ze spektrum autyzmu </w:t>
            </w:r>
            <w:r w:rsidRPr="00306C84">
              <w:rPr>
                <w:rFonts w:ascii="Corbel" w:hAnsi="Corbel"/>
                <w:b w:val="0"/>
                <w:smallCaps w:val="0"/>
                <w:szCs w:val="24"/>
              </w:rPr>
              <w:t xml:space="preserve">w różnych sytuacjach społecznych. </w:t>
            </w:r>
            <w:r w:rsidR="00A1737E" w:rsidRPr="00306C84">
              <w:rPr>
                <w:rFonts w:ascii="Corbel" w:hAnsi="Corbel"/>
                <w:b w:val="0"/>
                <w:smallCaps w:val="0"/>
                <w:szCs w:val="24"/>
              </w:rPr>
              <w:t>Uczestnicy uzyskają wiedzę na temat połączenia między twarzą a sercem, które definiuje system zaangażowania społecznego łączący uczucia cielesne z wyrazem twarzy, intonacją głosu i gestykulacją</w:t>
            </w:r>
          </w:p>
          <w:p w14:paraId="0267936C" w14:textId="77777777" w:rsidR="00373711" w:rsidRPr="00306C84" w:rsidRDefault="00373711" w:rsidP="003737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6520C9F" w14:textId="53399034" w:rsidR="00F459BD" w:rsidRPr="00306C84" w:rsidRDefault="00F459BD" w:rsidP="003737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szCs w:val="24"/>
              </w:rPr>
              <w:t xml:space="preserve">Student potrafi projektować i prowadzić zajęcia z uwzględnieniem specjalnych potrzeb edukacyjnych uczniów </w:t>
            </w:r>
          </w:p>
          <w:p w14:paraId="3A3D7EA6" w14:textId="77777777" w:rsidR="00A1737E" w:rsidRPr="00306C84" w:rsidRDefault="00A1737E" w:rsidP="003737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689242F" w14:textId="7A098977" w:rsidR="00A1737E" w:rsidRPr="00306C84" w:rsidRDefault="00A1737E" w:rsidP="003737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Student potrafi wykorzystać zdobytą wiedzę do analizy zdarzeń pedagogicznych w tym uwzględniać sytuacje dotyczące szacunku dla intymności drugiego człowieka</w:t>
            </w:r>
            <w:r w:rsidR="00373711" w:rsidRPr="00306C84">
              <w:rPr>
                <w:rFonts w:ascii="Corbel" w:hAnsi="Corbel"/>
                <w:sz w:val="24"/>
                <w:szCs w:val="24"/>
              </w:rPr>
              <w:t>,</w:t>
            </w:r>
            <w:r w:rsidRPr="00306C84">
              <w:rPr>
                <w:rFonts w:ascii="Corbel" w:hAnsi="Corbel"/>
                <w:sz w:val="24"/>
                <w:szCs w:val="24"/>
              </w:rPr>
              <w:t xml:space="preserve"> poszano</w:t>
            </w:r>
            <w:r w:rsidR="00373711" w:rsidRPr="00306C84">
              <w:rPr>
                <w:rFonts w:ascii="Corbel" w:hAnsi="Corbel"/>
                <w:sz w:val="24"/>
                <w:szCs w:val="24"/>
              </w:rPr>
              <w:t xml:space="preserve">wania jego granic </w:t>
            </w:r>
            <w:r w:rsidRPr="00306C84">
              <w:rPr>
                <w:rFonts w:ascii="Corbel" w:hAnsi="Corbel"/>
                <w:sz w:val="24"/>
                <w:szCs w:val="24"/>
              </w:rPr>
              <w:t xml:space="preserve"> twórczego wspierania w rozwoju świadomości własnego ciała jako terapeuty i podopiecznego jako odrębnego podmiotu oddziaływań rehabilitacyjnych</w:t>
            </w:r>
          </w:p>
        </w:tc>
        <w:tc>
          <w:tcPr>
            <w:tcW w:w="1864" w:type="dxa"/>
          </w:tcPr>
          <w:p w14:paraId="149D0D47" w14:textId="77777777" w:rsidR="00AC7384" w:rsidRPr="00306C84" w:rsidRDefault="00AC7384" w:rsidP="000A13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813258C" w14:textId="77777777" w:rsidR="00AC7384" w:rsidRPr="00306C84" w:rsidRDefault="00AC7384" w:rsidP="000A13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1946261" w14:textId="77777777" w:rsidR="00AC7384" w:rsidRPr="00306C84" w:rsidRDefault="00AC7384" w:rsidP="000A13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48EEC37" w14:textId="77777777" w:rsidR="00AC7384" w:rsidRPr="00306C84" w:rsidRDefault="00AC7384" w:rsidP="000A13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E0237E6" w14:textId="1D900161" w:rsidR="00F459BD" w:rsidRPr="00306C84" w:rsidRDefault="004929AE" w:rsidP="000A13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PS.W5.</w:t>
            </w:r>
            <w:r w:rsidR="000A131E" w:rsidRPr="00306C84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DDB42A7" w14:textId="77777777" w:rsidR="00F459BD" w:rsidRPr="00306C84" w:rsidRDefault="00F459BD" w:rsidP="000A13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978D723" w14:textId="77777777" w:rsidR="00F459BD" w:rsidRPr="00306C84" w:rsidRDefault="00F459BD" w:rsidP="000A13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61BF8A2" w14:textId="77777777" w:rsidR="00F459BD" w:rsidRPr="00306C84" w:rsidRDefault="00F459BD" w:rsidP="000A13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2E7E1B1" w14:textId="77777777" w:rsidR="00F459BD" w:rsidRPr="00306C84" w:rsidRDefault="00F459BD" w:rsidP="000A13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371AB347" w14:textId="77777777" w:rsidR="00F459BD" w:rsidRPr="00306C84" w:rsidRDefault="00F459BD" w:rsidP="000A13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78C9EAF" w14:textId="77777777" w:rsidR="00F459BD" w:rsidRPr="00306C84" w:rsidRDefault="00F459BD" w:rsidP="000A13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805E876" w14:textId="77777777" w:rsidR="00F459BD" w:rsidRPr="00306C84" w:rsidRDefault="00F459BD" w:rsidP="000A13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AAFBF36" w14:textId="12A708E8" w:rsidR="000A131E" w:rsidRPr="00306C84" w:rsidRDefault="00F459BD" w:rsidP="000A13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 xml:space="preserve">PS.U1, PS.U4, </w:t>
            </w:r>
          </w:p>
          <w:p w14:paraId="27CD3975" w14:textId="77777777" w:rsidR="00F459BD" w:rsidRPr="00306C84" w:rsidRDefault="00F459BD" w:rsidP="000A13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9A4FE84" w14:textId="77777777" w:rsidR="00F459BD" w:rsidRPr="00306C84" w:rsidRDefault="00F459BD" w:rsidP="000A13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6581E04" w14:textId="77777777" w:rsidR="00A1737E" w:rsidRPr="00306C84" w:rsidRDefault="00A1737E" w:rsidP="000A13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A08F70A" w14:textId="77777777" w:rsidR="00AC7384" w:rsidRPr="00306C84" w:rsidRDefault="00AC7384" w:rsidP="000A13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34F9F441" w14:textId="77777777" w:rsidR="00AC7384" w:rsidRPr="00306C84" w:rsidRDefault="00AC7384" w:rsidP="000A13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63DC9B6" w14:textId="1FA49757" w:rsidR="00112982" w:rsidRPr="00306C84" w:rsidRDefault="00F459BD" w:rsidP="000A13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 xml:space="preserve">PS.K2, PS.K4, PS.K7, </w:t>
            </w:r>
          </w:p>
        </w:tc>
      </w:tr>
    </w:tbl>
    <w:p w14:paraId="716A9498" w14:textId="77777777" w:rsidR="0085747A" w:rsidRPr="00306C8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D36C7A" w14:textId="77777777" w:rsidR="0085747A" w:rsidRPr="00306C8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06C84">
        <w:rPr>
          <w:rFonts w:ascii="Corbel" w:hAnsi="Corbel"/>
          <w:b/>
          <w:sz w:val="24"/>
          <w:szCs w:val="24"/>
        </w:rPr>
        <w:t>3.3</w:t>
      </w:r>
      <w:r w:rsidR="001D7B54" w:rsidRPr="00306C84">
        <w:rPr>
          <w:rFonts w:ascii="Corbel" w:hAnsi="Corbel"/>
          <w:b/>
          <w:sz w:val="24"/>
          <w:szCs w:val="24"/>
        </w:rPr>
        <w:t xml:space="preserve"> </w:t>
      </w:r>
      <w:r w:rsidR="0085747A" w:rsidRPr="00306C84">
        <w:rPr>
          <w:rFonts w:ascii="Corbel" w:hAnsi="Corbel"/>
          <w:b/>
          <w:sz w:val="24"/>
          <w:szCs w:val="24"/>
        </w:rPr>
        <w:t>T</w:t>
      </w:r>
      <w:r w:rsidR="001D7B54" w:rsidRPr="00306C8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306C84">
        <w:rPr>
          <w:rFonts w:ascii="Corbel" w:hAnsi="Corbel"/>
          <w:sz w:val="24"/>
          <w:szCs w:val="24"/>
        </w:rPr>
        <w:t xml:space="preserve">  </w:t>
      </w:r>
    </w:p>
    <w:p w14:paraId="40032424" w14:textId="6464457B" w:rsidR="00820097" w:rsidRPr="00306C84" w:rsidRDefault="0085747A" w:rsidP="00CF2E8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06C84">
        <w:rPr>
          <w:rFonts w:ascii="Corbel" w:hAnsi="Corbel"/>
          <w:sz w:val="24"/>
          <w:szCs w:val="24"/>
        </w:rPr>
        <w:t xml:space="preserve">Problematyka wykładu </w:t>
      </w:r>
      <w:r w:rsidR="00CF2E84" w:rsidRPr="00306C84">
        <w:rPr>
          <w:rFonts w:ascii="Corbel" w:hAnsi="Corbel"/>
          <w:sz w:val="24"/>
          <w:szCs w:val="24"/>
        </w:rPr>
        <w:t xml:space="preserve"> - </w:t>
      </w:r>
      <w:r w:rsidR="00820097" w:rsidRPr="00306C84">
        <w:rPr>
          <w:rFonts w:ascii="Corbel" w:hAnsi="Corbel"/>
          <w:sz w:val="24"/>
          <w:szCs w:val="24"/>
        </w:rPr>
        <w:t>nie dotyczy</w:t>
      </w:r>
    </w:p>
    <w:p w14:paraId="4957D61E" w14:textId="77777777" w:rsidR="00CE3428" w:rsidRPr="00306C84" w:rsidRDefault="00CE3428" w:rsidP="0082009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D981303" w14:textId="263AFCDB" w:rsidR="00820097" w:rsidRPr="00306C84" w:rsidRDefault="00820097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06C84">
        <w:rPr>
          <w:rFonts w:ascii="Corbel" w:hAnsi="Corbel"/>
          <w:sz w:val="24"/>
          <w:szCs w:val="24"/>
        </w:rPr>
        <w:t>Treści zajęć warsztatowych</w:t>
      </w:r>
    </w:p>
    <w:p w14:paraId="03DCAB92" w14:textId="77777777" w:rsidR="00675843" w:rsidRPr="00306C8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3AA3" w:rsidRPr="00306C84" w14:paraId="2DDE15A8" w14:textId="77777777" w:rsidTr="00103AA3">
        <w:tc>
          <w:tcPr>
            <w:tcW w:w="9628" w:type="dxa"/>
          </w:tcPr>
          <w:p w14:paraId="4CDAF60F" w14:textId="77777777" w:rsidR="00103AA3" w:rsidRPr="00306C84" w:rsidRDefault="00103AA3" w:rsidP="00103A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 xml:space="preserve">Treści merytoryczne </w:t>
            </w:r>
          </w:p>
          <w:p w14:paraId="41F31EE2" w14:textId="5345CD6E" w:rsidR="00850D00" w:rsidRPr="00306C84" w:rsidRDefault="000A131E" w:rsidP="007916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Ciało i ruch jako narzędzia diagnostyczne i terapeutyczne</w:t>
            </w:r>
            <w:r w:rsidR="0079167F" w:rsidRPr="00306C84">
              <w:rPr>
                <w:rFonts w:ascii="Corbel" w:hAnsi="Corbel"/>
                <w:sz w:val="24"/>
                <w:szCs w:val="24"/>
              </w:rPr>
              <w:t>.</w:t>
            </w:r>
          </w:p>
          <w:p w14:paraId="78F364A1" w14:textId="2DDA51A9" w:rsidR="000A131E" w:rsidRPr="00306C84" w:rsidRDefault="000A131E" w:rsidP="007916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 xml:space="preserve">Teoria </w:t>
            </w:r>
            <w:proofErr w:type="spellStart"/>
            <w:r w:rsidRPr="00306C84">
              <w:rPr>
                <w:rFonts w:ascii="Corbel" w:hAnsi="Corbel"/>
                <w:sz w:val="24"/>
                <w:szCs w:val="24"/>
              </w:rPr>
              <w:t>poliwagalna</w:t>
            </w:r>
            <w:proofErr w:type="spellEnd"/>
            <w:r w:rsidRPr="00306C84">
              <w:rPr>
                <w:rFonts w:ascii="Corbel" w:hAnsi="Corbel"/>
                <w:sz w:val="24"/>
                <w:szCs w:val="24"/>
              </w:rPr>
              <w:t xml:space="preserve"> a niektóre kliniczne objawy związane z diagnozami psychiatrycznymi (np. PTSD, autyzmem, de</w:t>
            </w:r>
            <w:r w:rsidR="0079167F" w:rsidRPr="00306C84">
              <w:rPr>
                <w:rFonts w:ascii="Corbel" w:hAnsi="Corbel"/>
                <w:sz w:val="24"/>
                <w:szCs w:val="24"/>
              </w:rPr>
              <w:t>presją i zaburzeniami lękowymi).</w:t>
            </w:r>
          </w:p>
          <w:p w14:paraId="4639AE3C" w14:textId="7F75D863" w:rsidR="000A131E" w:rsidRPr="00306C84" w:rsidRDefault="000A131E" w:rsidP="007916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Warsztaty  umiejętności, elementy treningu autogennego</w:t>
            </w:r>
            <w:r w:rsidR="0079167F" w:rsidRPr="00306C84">
              <w:rPr>
                <w:rFonts w:ascii="Corbel" w:hAnsi="Corbel"/>
                <w:sz w:val="24"/>
                <w:szCs w:val="24"/>
              </w:rPr>
              <w:t>, elementy treningu świadomości.</w:t>
            </w:r>
          </w:p>
        </w:tc>
      </w:tr>
    </w:tbl>
    <w:p w14:paraId="66A4AA32" w14:textId="77777777" w:rsidR="0085747A" w:rsidRPr="00306C8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2222EB" w14:textId="77777777" w:rsidR="0085747A" w:rsidRPr="00306C8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06C84">
        <w:rPr>
          <w:rFonts w:ascii="Corbel" w:hAnsi="Corbel"/>
          <w:smallCaps w:val="0"/>
          <w:szCs w:val="24"/>
        </w:rPr>
        <w:t>3.4 Metody dydaktyczne</w:t>
      </w:r>
      <w:r w:rsidRPr="00306C84">
        <w:rPr>
          <w:rFonts w:ascii="Corbel" w:hAnsi="Corbel"/>
          <w:b w:val="0"/>
          <w:smallCaps w:val="0"/>
          <w:szCs w:val="24"/>
        </w:rPr>
        <w:t xml:space="preserve"> </w:t>
      </w:r>
    </w:p>
    <w:p w14:paraId="6FCB07B7" w14:textId="6F2DA361" w:rsidR="00E960BB" w:rsidRPr="00306C84" w:rsidRDefault="0037371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306C84">
        <w:rPr>
          <w:rFonts w:ascii="Corbel" w:hAnsi="Corbel"/>
          <w:b w:val="0"/>
          <w:bCs/>
          <w:smallCaps w:val="0"/>
          <w:szCs w:val="24"/>
        </w:rPr>
        <w:t>Praca w grupie, ćwiczenia praktyczne,</w:t>
      </w:r>
      <w:r w:rsidR="0079167F" w:rsidRPr="00306C84">
        <w:rPr>
          <w:rFonts w:ascii="Corbel" w:hAnsi="Corbel"/>
          <w:b w:val="0"/>
          <w:bCs/>
          <w:smallCaps w:val="0"/>
          <w:szCs w:val="24"/>
        </w:rPr>
        <w:t xml:space="preserve"> </w:t>
      </w:r>
      <w:r w:rsidR="00C7713B" w:rsidRPr="00306C84">
        <w:rPr>
          <w:rFonts w:ascii="Corbel" w:hAnsi="Corbel"/>
          <w:b w:val="0"/>
          <w:bCs/>
          <w:smallCaps w:val="0"/>
          <w:szCs w:val="24"/>
        </w:rPr>
        <w:t>rozwiązywanie zadań, dyskusja</w:t>
      </w:r>
      <w:r w:rsidR="00FD4048" w:rsidRPr="00306C84">
        <w:rPr>
          <w:rFonts w:ascii="Corbel" w:hAnsi="Corbel"/>
          <w:b w:val="0"/>
          <w:bCs/>
          <w:smallCaps w:val="0"/>
          <w:szCs w:val="24"/>
        </w:rPr>
        <w:t>, praca projektowa</w:t>
      </w:r>
    </w:p>
    <w:p w14:paraId="2DA8067B" w14:textId="77777777" w:rsidR="00C7713B" w:rsidRPr="00306C84" w:rsidRDefault="00C7713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F3F92E" w14:textId="77777777" w:rsidR="0085747A" w:rsidRPr="00306C8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06C84">
        <w:rPr>
          <w:rFonts w:ascii="Corbel" w:hAnsi="Corbel"/>
          <w:smallCaps w:val="0"/>
          <w:szCs w:val="24"/>
        </w:rPr>
        <w:t xml:space="preserve">4. </w:t>
      </w:r>
      <w:r w:rsidR="0085747A" w:rsidRPr="00306C84">
        <w:rPr>
          <w:rFonts w:ascii="Corbel" w:hAnsi="Corbel"/>
          <w:smallCaps w:val="0"/>
          <w:szCs w:val="24"/>
        </w:rPr>
        <w:t>METODY I KRYTERIA OCENY</w:t>
      </w:r>
      <w:r w:rsidR="009F4610" w:rsidRPr="00306C84">
        <w:rPr>
          <w:rFonts w:ascii="Corbel" w:hAnsi="Corbel"/>
          <w:smallCaps w:val="0"/>
          <w:szCs w:val="24"/>
        </w:rPr>
        <w:t xml:space="preserve"> </w:t>
      </w:r>
    </w:p>
    <w:p w14:paraId="31525DF6" w14:textId="77777777" w:rsidR="0085747A" w:rsidRPr="00306C8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6C8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06C84">
        <w:rPr>
          <w:rFonts w:ascii="Corbel" w:hAnsi="Corbel"/>
          <w:smallCaps w:val="0"/>
          <w:szCs w:val="24"/>
        </w:rPr>
        <w:t>uczenia się</w:t>
      </w:r>
    </w:p>
    <w:p w14:paraId="3FEB77F7" w14:textId="77777777" w:rsidR="0085747A" w:rsidRPr="00306C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306C84" w14:paraId="369C0C6F" w14:textId="77777777" w:rsidTr="003E2D83">
        <w:tc>
          <w:tcPr>
            <w:tcW w:w="1962" w:type="dxa"/>
            <w:vAlign w:val="center"/>
          </w:tcPr>
          <w:p w14:paraId="47661127" w14:textId="77777777" w:rsidR="0085747A" w:rsidRPr="00306C8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31ACD784" w14:textId="77777777" w:rsidR="0085747A" w:rsidRPr="00306C8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ED4AE55" w14:textId="77777777" w:rsidR="0085747A" w:rsidRPr="00306C8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06C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np.: kolokwium, egzamin ustny, egzamin pisemny, </w:t>
            </w:r>
            <w:r w:rsidR="0085747A" w:rsidRPr="00306C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projekt, sprawozdanie, obserwacja w trakcie zajęć)</w:t>
            </w:r>
          </w:p>
        </w:tc>
        <w:tc>
          <w:tcPr>
            <w:tcW w:w="2116" w:type="dxa"/>
            <w:vAlign w:val="center"/>
          </w:tcPr>
          <w:p w14:paraId="5030C261" w14:textId="77777777" w:rsidR="00923D7D" w:rsidRPr="00306C8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799DD25C" w14:textId="4EF7949F" w:rsidR="0085747A" w:rsidRPr="00306C8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306C84" w14:paraId="4CA1411A" w14:textId="77777777" w:rsidTr="003E2D83">
        <w:tc>
          <w:tcPr>
            <w:tcW w:w="1962" w:type="dxa"/>
          </w:tcPr>
          <w:p w14:paraId="1B95BF4A" w14:textId="77777777" w:rsidR="0085747A" w:rsidRPr="00306C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06C84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306C8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2" w:type="dxa"/>
          </w:tcPr>
          <w:p w14:paraId="5AD83FDD" w14:textId="22689C99" w:rsidR="0085747A" w:rsidRPr="00306C84" w:rsidRDefault="00A270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6C84">
              <w:rPr>
                <w:rFonts w:ascii="Corbel" w:hAnsi="Corbel"/>
                <w:b w:val="0"/>
                <w:szCs w:val="24"/>
              </w:rPr>
              <w:t>obserwacja i praca projektowa</w:t>
            </w:r>
          </w:p>
        </w:tc>
        <w:tc>
          <w:tcPr>
            <w:tcW w:w="2116" w:type="dxa"/>
          </w:tcPr>
          <w:p w14:paraId="3516F427" w14:textId="4EF8DBB7" w:rsidR="0085747A" w:rsidRPr="00306C84" w:rsidRDefault="0079167F" w:rsidP="007916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06C8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79167F" w:rsidRPr="00306C84" w14:paraId="0844D66A" w14:textId="77777777" w:rsidTr="003E2D83">
        <w:tc>
          <w:tcPr>
            <w:tcW w:w="1962" w:type="dxa"/>
          </w:tcPr>
          <w:p w14:paraId="5864D29F" w14:textId="622E654B" w:rsidR="0079167F" w:rsidRPr="00306C84" w:rsidRDefault="0079167F" w:rsidP="007916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6C8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2" w:type="dxa"/>
          </w:tcPr>
          <w:p w14:paraId="2EF111E7" w14:textId="50A07CE6" w:rsidR="0079167F" w:rsidRPr="00306C84" w:rsidRDefault="0079167F" w:rsidP="007916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6C84">
              <w:rPr>
                <w:rFonts w:ascii="Corbel" w:hAnsi="Corbel"/>
                <w:b w:val="0"/>
                <w:szCs w:val="24"/>
              </w:rPr>
              <w:t>obserwacja i praca projektowa</w:t>
            </w:r>
          </w:p>
        </w:tc>
        <w:tc>
          <w:tcPr>
            <w:tcW w:w="2116" w:type="dxa"/>
          </w:tcPr>
          <w:p w14:paraId="71489339" w14:textId="37E4754C" w:rsidR="0079167F" w:rsidRPr="00306C84" w:rsidRDefault="0079167F" w:rsidP="007916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06C8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79167F" w:rsidRPr="00306C84" w14:paraId="6609E550" w14:textId="77777777" w:rsidTr="003E2D83">
        <w:tc>
          <w:tcPr>
            <w:tcW w:w="1962" w:type="dxa"/>
          </w:tcPr>
          <w:p w14:paraId="6AAA7670" w14:textId="1A96B55B" w:rsidR="0079167F" w:rsidRPr="00306C84" w:rsidRDefault="0079167F" w:rsidP="007916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6C8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2" w:type="dxa"/>
          </w:tcPr>
          <w:p w14:paraId="288E8E9D" w14:textId="62F48552" w:rsidR="0079167F" w:rsidRPr="00306C84" w:rsidRDefault="0079167F" w:rsidP="007916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6C84">
              <w:rPr>
                <w:rFonts w:ascii="Corbel" w:hAnsi="Corbel"/>
                <w:b w:val="0"/>
                <w:szCs w:val="24"/>
              </w:rPr>
              <w:t>obserwacja i praca projektowa</w:t>
            </w:r>
          </w:p>
        </w:tc>
        <w:tc>
          <w:tcPr>
            <w:tcW w:w="2116" w:type="dxa"/>
          </w:tcPr>
          <w:p w14:paraId="0001F468" w14:textId="6DCC3AC5" w:rsidR="0079167F" w:rsidRPr="00306C84" w:rsidRDefault="0079167F" w:rsidP="007916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06C8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59CB21F5" w14:textId="77777777" w:rsidR="00923D7D" w:rsidRPr="00306C8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E2A358" w14:textId="77777777" w:rsidR="0085747A" w:rsidRPr="00306C8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6C84">
        <w:rPr>
          <w:rFonts w:ascii="Corbel" w:hAnsi="Corbel"/>
          <w:smallCaps w:val="0"/>
          <w:szCs w:val="24"/>
        </w:rPr>
        <w:t xml:space="preserve">4.2 </w:t>
      </w:r>
      <w:r w:rsidR="0085747A" w:rsidRPr="00306C8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06C84">
        <w:rPr>
          <w:rFonts w:ascii="Corbel" w:hAnsi="Corbel"/>
          <w:smallCaps w:val="0"/>
          <w:szCs w:val="24"/>
        </w:rPr>
        <w:t xml:space="preserve"> </w:t>
      </w:r>
    </w:p>
    <w:p w14:paraId="71A16405" w14:textId="77777777" w:rsidR="00923D7D" w:rsidRPr="00306C8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06C84" w14:paraId="5AB8E845" w14:textId="77777777" w:rsidTr="00923D7D">
        <w:tc>
          <w:tcPr>
            <w:tcW w:w="9670" w:type="dxa"/>
          </w:tcPr>
          <w:p w14:paraId="35AD76F2" w14:textId="39B288D3" w:rsidR="00EC6AEC" w:rsidRPr="00306C84" w:rsidRDefault="00F459BD" w:rsidP="00110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szCs w:val="24"/>
              </w:rPr>
              <w:t xml:space="preserve">Aktywny udział w </w:t>
            </w:r>
            <w:r w:rsidR="00110AC3" w:rsidRPr="00306C84">
              <w:rPr>
                <w:rFonts w:ascii="Corbel" w:hAnsi="Corbel"/>
                <w:b w:val="0"/>
                <w:smallCaps w:val="0"/>
                <w:szCs w:val="24"/>
              </w:rPr>
              <w:t>warsztatach</w:t>
            </w:r>
            <w:r w:rsidR="00CF2E84" w:rsidRPr="00306C84">
              <w:rPr>
                <w:rFonts w:ascii="Corbel" w:hAnsi="Corbel"/>
                <w:b w:val="0"/>
                <w:smallCaps w:val="0"/>
                <w:szCs w:val="24"/>
              </w:rPr>
              <w:t>, pozytywna ocena pracy projektowej ocenianej tradycyjnie</w:t>
            </w:r>
          </w:p>
        </w:tc>
      </w:tr>
    </w:tbl>
    <w:p w14:paraId="02B38E6A" w14:textId="77777777" w:rsidR="0085747A" w:rsidRPr="00306C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0A79A7" w14:textId="1E283773" w:rsidR="0085747A" w:rsidRPr="00306C84" w:rsidRDefault="0085747A" w:rsidP="0082009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06C84">
        <w:rPr>
          <w:rFonts w:ascii="Corbel" w:hAnsi="Corbel"/>
          <w:b/>
          <w:sz w:val="24"/>
          <w:szCs w:val="24"/>
        </w:rPr>
        <w:t xml:space="preserve">5. </w:t>
      </w:r>
      <w:r w:rsidR="00C61DC5" w:rsidRPr="00306C8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6"/>
        <w:gridCol w:w="4104"/>
      </w:tblGrid>
      <w:tr w:rsidR="0085747A" w:rsidRPr="00306C84" w14:paraId="2913425F" w14:textId="77777777" w:rsidTr="00FD4048">
        <w:tc>
          <w:tcPr>
            <w:tcW w:w="5416" w:type="dxa"/>
            <w:vAlign w:val="center"/>
          </w:tcPr>
          <w:p w14:paraId="53E9D954" w14:textId="77777777" w:rsidR="0085747A" w:rsidRPr="00306C8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6C8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06C8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06C8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104" w:type="dxa"/>
            <w:vAlign w:val="center"/>
          </w:tcPr>
          <w:p w14:paraId="4D43474D" w14:textId="77777777" w:rsidR="0085747A" w:rsidRPr="00306C8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6C8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06C8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06C8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06C8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06C84" w14:paraId="525D6A95" w14:textId="77777777" w:rsidTr="00FD4048">
        <w:tc>
          <w:tcPr>
            <w:tcW w:w="5416" w:type="dxa"/>
          </w:tcPr>
          <w:p w14:paraId="62E5F17A" w14:textId="77777777" w:rsidR="0085747A" w:rsidRPr="00306C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G</w:t>
            </w:r>
            <w:r w:rsidR="0085747A" w:rsidRPr="00306C8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06C8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06C8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06C8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306C8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306C8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06C8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104" w:type="dxa"/>
          </w:tcPr>
          <w:p w14:paraId="2A6DD3A7" w14:textId="538AA695" w:rsidR="0085747A" w:rsidRPr="00306C84" w:rsidRDefault="00F459BD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306C84" w14:paraId="62F0818C" w14:textId="77777777" w:rsidTr="00FD4048">
        <w:tc>
          <w:tcPr>
            <w:tcW w:w="5416" w:type="dxa"/>
          </w:tcPr>
          <w:p w14:paraId="64CEC9D1" w14:textId="77777777" w:rsidR="00C61DC5" w:rsidRPr="00306C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06C8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C214225" w14:textId="50867C29" w:rsidR="00C61DC5" w:rsidRPr="00306C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ud</w:t>
            </w:r>
            <w:r w:rsidR="0079167F" w:rsidRPr="00306C84">
              <w:rPr>
                <w:rFonts w:ascii="Corbel" w:hAnsi="Corbel"/>
                <w:sz w:val="24"/>
                <w:szCs w:val="24"/>
              </w:rPr>
              <w:t>ział w konsultacjach,</w:t>
            </w:r>
          </w:p>
        </w:tc>
        <w:tc>
          <w:tcPr>
            <w:tcW w:w="4104" w:type="dxa"/>
          </w:tcPr>
          <w:p w14:paraId="52F382DF" w14:textId="0DE8613A" w:rsidR="00C61DC5" w:rsidRPr="00306C84" w:rsidRDefault="0079167F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306C84" w14:paraId="5093DDF5" w14:textId="77777777" w:rsidTr="00FD4048">
        <w:tc>
          <w:tcPr>
            <w:tcW w:w="5416" w:type="dxa"/>
          </w:tcPr>
          <w:p w14:paraId="3FA6BE36" w14:textId="77777777" w:rsidR="0071620A" w:rsidRPr="00306C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06C8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06C8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ADBFC19" w14:textId="0713B263" w:rsidR="00C61DC5" w:rsidRPr="00306C84" w:rsidRDefault="00C61DC5" w:rsidP="00FD40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79167F" w:rsidRPr="00306C84">
              <w:rPr>
                <w:rFonts w:ascii="Corbel" w:hAnsi="Corbel"/>
                <w:sz w:val="24"/>
                <w:szCs w:val="24"/>
              </w:rPr>
              <w:t xml:space="preserve">zajęć, </w:t>
            </w:r>
            <w:r w:rsidRPr="00306C84">
              <w:rPr>
                <w:rFonts w:ascii="Corbel" w:hAnsi="Corbel"/>
                <w:sz w:val="24"/>
                <w:szCs w:val="24"/>
              </w:rPr>
              <w:t xml:space="preserve"> </w:t>
            </w:r>
            <w:r w:rsidR="00FD4048" w:rsidRPr="00306C84">
              <w:rPr>
                <w:rFonts w:ascii="Corbel" w:hAnsi="Corbel"/>
                <w:sz w:val="24"/>
                <w:szCs w:val="24"/>
              </w:rPr>
              <w:t>przygotowanie pracy projektowej, analiza literatury</w:t>
            </w:r>
          </w:p>
        </w:tc>
        <w:tc>
          <w:tcPr>
            <w:tcW w:w="4104" w:type="dxa"/>
          </w:tcPr>
          <w:p w14:paraId="64634D28" w14:textId="68A7C3EA" w:rsidR="00C61DC5" w:rsidRPr="00306C84" w:rsidRDefault="00FD4048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306C84" w14:paraId="14042C86" w14:textId="77777777" w:rsidTr="00FD4048">
        <w:tc>
          <w:tcPr>
            <w:tcW w:w="5416" w:type="dxa"/>
          </w:tcPr>
          <w:p w14:paraId="53B6E575" w14:textId="77777777" w:rsidR="0085747A" w:rsidRPr="00306C8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104" w:type="dxa"/>
          </w:tcPr>
          <w:p w14:paraId="2A8D9119" w14:textId="3CE48FDD" w:rsidR="0085747A" w:rsidRPr="00306C84" w:rsidRDefault="0079167F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306C84" w14:paraId="6458C49F" w14:textId="77777777" w:rsidTr="00FD4048">
        <w:tc>
          <w:tcPr>
            <w:tcW w:w="5416" w:type="dxa"/>
          </w:tcPr>
          <w:p w14:paraId="7F2CCC3F" w14:textId="77777777" w:rsidR="0085747A" w:rsidRPr="00306C8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06C8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04" w:type="dxa"/>
          </w:tcPr>
          <w:p w14:paraId="74A4763C" w14:textId="6412B12E" w:rsidR="0085747A" w:rsidRPr="00306C84" w:rsidRDefault="00F459BD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6C84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3C7BE619" w14:textId="77777777" w:rsidR="0085747A" w:rsidRPr="00306C84" w:rsidRDefault="00923D7D" w:rsidP="0082009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306C8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06C8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EC21E3B" w14:textId="18DFCF96" w:rsidR="003E1941" w:rsidRPr="00306C84" w:rsidRDefault="003E1941" w:rsidP="00EC6A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223463" w14:textId="3815248E" w:rsidR="00675843" w:rsidRPr="00306C8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06C84">
        <w:rPr>
          <w:rFonts w:ascii="Corbel" w:hAnsi="Corbel"/>
          <w:smallCaps w:val="0"/>
          <w:szCs w:val="24"/>
        </w:rPr>
        <w:t xml:space="preserve">7. </w:t>
      </w:r>
      <w:r w:rsidR="0085747A" w:rsidRPr="00306C84">
        <w:rPr>
          <w:rFonts w:ascii="Corbel" w:hAnsi="Corbel"/>
          <w:smallCaps w:val="0"/>
          <w:szCs w:val="24"/>
        </w:rPr>
        <w:t>LITERATURA</w:t>
      </w:r>
      <w:r w:rsidRPr="00306C84">
        <w:rPr>
          <w:rFonts w:ascii="Corbel" w:hAnsi="Corbel"/>
          <w:smallCaps w:val="0"/>
          <w:szCs w:val="24"/>
        </w:rPr>
        <w:t xml:space="preserve">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306C84" w14:paraId="74DC6DCF" w14:textId="77777777" w:rsidTr="00FD4048">
        <w:trPr>
          <w:trHeight w:val="397"/>
        </w:trPr>
        <w:tc>
          <w:tcPr>
            <w:tcW w:w="9497" w:type="dxa"/>
          </w:tcPr>
          <w:p w14:paraId="6C7B3504" w14:textId="77777777" w:rsidR="00983CCB" w:rsidRPr="00306C84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41A9862" w14:textId="634C5429" w:rsidR="00C7713B" w:rsidRPr="00306C84" w:rsidRDefault="00C7713B" w:rsidP="00FD4048">
            <w:p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06C8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Byczkowska Dominika 2012, </w:t>
            </w:r>
            <w:r w:rsidRPr="00306C84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Ciało w tańcu. Analiza socjologiczna,</w:t>
            </w:r>
            <w:r w:rsidRPr="00306C8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Wydawnictwo Uniwersytetu Łódzkiego, Łódź</w:t>
            </w:r>
          </w:p>
          <w:p w14:paraId="518CBC7D" w14:textId="77777777" w:rsidR="00C7713B" w:rsidRPr="00306C84" w:rsidRDefault="00C7713B" w:rsidP="00FD4048">
            <w:p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</w:pPr>
            <w:r w:rsidRPr="00306C84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 xml:space="preserve">Fabian Johannes 1990, </w:t>
            </w:r>
            <w:r w:rsidRPr="00306C84">
              <w:rPr>
                <w:rFonts w:ascii="Corbel" w:eastAsia="Times New Roman" w:hAnsi="Corbel"/>
                <w:i/>
                <w:kern w:val="36"/>
                <w:sz w:val="24"/>
                <w:szCs w:val="24"/>
                <w:lang w:val="en-US" w:eastAsia="pl-PL"/>
              </w:rPr>
              <w:t>Power and performance</w:t>
            </w:r>
            <w:r w:rsidRPr="00306C84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 xml:space="preserve"> , University of Wisconsin Press, Madison</w:t>
            </w:r>
          </w:p>
          <w:p w14:paraId="4B830328" w14:textId="0670733E" w:rsidR="00385407" w:rsidRPr="00306C84" w:rsidRDefault="00C7713B" w:rsidP="00FD4048">
            <w:pPr>
              <w:spacing w:after="0" w:line="240" w:lineRule="auto"/>
              <w:outlineLvl w:val="0"/>
              <w:rPr>
                <w:rFonts w:ascii="Corbel" w:hAnsi="Corbel"/>
                <w:i/>
                <w:color w:val="000000"/>
                <w:sz w:val="24"/>
                <w:szCs w:val="24"/>
              </w:rPr>
            </w:pPr>
            <w:proofErr w:type="spellStart"/>
            <w:r w:rsidRPr="00306C84">
              <w:rPr>
                <w:rFonts w:ascii="Corbel" w:hAnsi="Corbel"/>
                <w:color w:val="000000"/>
                <w:sz w:val="24"/>
                <w:szCs w:val="24"/>
              </w:rPr>
              <w:t>Rzeźnicka-Krupa</w:t>
            </w:r>
            <w:proofErr w:type="spellEnd"/>
            <w:r w:rsidRPr="00306C84">
              <w:rPr>
                <w:rFonts w:ascii="Corbel" w:hAnsi="Corbel"/>
                <w:color w:val="000000"/>
                <w:sz w:val="24"/>
                <w:szCs w:val="24"/>
              </w:rPr>
              <w:t xml:space="preserve"> J. (201</w:t>
            </w:r>
            <w:r w:rsidR="00661C42" w:rsidRPr="00306C84">
              <w:rPr>
                <w:rFonts w:ascii="Corbel" w:hAnsi="Corbel"/>
                <w:color w:val="000000"/>
                <w:sz w:val="24"/>
                <w:szCs w:val="24"/>
              </w:rPr>
              <w:t>9</w:t>
            </w:r>
            <w:r w:rsidRPr="00306C84">
              <w:rPr>
                <w:rFonts w:ascii="Corbel" w:hAnsi="Corbel"/>
                <w:color w:val="000000"/>
                <w:sz w:val="24"/>
                <w:szCs w:val="24"/>
              </w:rPr>
              <w:t>),</w:t>
            </w:r>
            <w:r w:rsidRPr="00306C84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</w:t>
            </w:r>
            <w:r w:rsidR="00385407" w:rsidRPr="00306C84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Społeczne ontologie </w:t>
            </w:r>
            <w:proofErr w:type="spellStart"/>
            <w:r w:rsidR="00385407" w:rsidRPr="00306C84">
              <w:rPr>
                <w:rFonts w:ascii="Corbel" w:hAnsi="Corbel"/>
                <w:i/>
                <w:color w:val="000000"/>
                <w:sz w:val="24"/>
                <w:szCs w:val="24"/>
              </w:rPr>
              <w:t>niepełnosprawności</w:t>
            </w:r>
            <w:r w:rsidR="00FD4048" w:rsidRPr="00306C84">
              <w:rPr>
                <w:rFonts w:ascii="Corbel" w:hAnsi="Corbel"/>
                <w:i/>
                <w:color w:val="000000"/>
                <w:sz w:val="24"/>
                <w:szCs w:val="24"/>
              </w:rPr>
              <w:t>.</w:t>
            </w:r>
            <w:r w:rsidR="00385407" w:rsidRPr="00306C84">
              <w:rPr>
                <w:rFonts w:ascii="Corbel" w:hAnsi="Corbel"/>
                <w:i/>
                <w:color w:val="000000"/>
                <w:sz w:val="24"/>
                <w:szCs w:val="24"/>
              </w:rPr>
              <w:t>Ciało</w:t>
            </w:r>
            <w:proofErr w:type="spellEnd"/>
            <w:r w:rsidR="00FD4048" w:rsidRPr="00306C84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– </w:t>
            </w:r>
            <w:r w:rsidR="00385407" w:rsidRPr="00306C84">
              <w:rPr>
                <w:rFonts w:ascii="Corbel" w:hAnsi="Corbel"/>
                <w:i/>
                <w:color w:val="000000"/>
                <w:sz w:val="24"/>
                <w:szCs w:val="24"/>
              </w:rPr>
              <w:t>tożsamość</w:t>
            </w:r>
            <w:r w:rsidR="00FD4048" w:rsidRPr="00306C84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</w:t>
            </w:r>
            <w:r w:rsidR="00385407" w:rsidRPr="00306C84">
              <w:rPr>
                <w:rFonts w:ascii="Corbel" w:hAnsi="Corbel"/>
                <w:i/>
                <w:color w:val="000000"/>
                <w:sz w:val="24"/>
                <w:szCs w:val="24"/>
              </w:rPr>
              <w:t>-</w:t>
            </w:r>
            <w:proofErr w:type="spellStart"/>
            <w:r w:rsidR="00385407" w:rsidRPr="00306C84">
              <w:rPr>
                <w:rFonts w:ascii="Corbel" w:hAnsi="Corbel"/>
                <w:i/>
                <w:color w:val="000000"/>
                <w:sz w:val="24"/>
                <w:szCs w:val="24"/>
              </w:rPr>
              <w:t>performatywność</w:t>
            </w:r>
            <w:proofErr w:type="spellEnd"/>
            <w:r w:rsidR="00661C42" w:rsidRPr="00306C84">
              <w:rPr>
                <w:rFonts w:ascii="Corbel" w:hAnsi="Corbel"/>
                <w:i/>
                <w:color w:val="000000"/>
                <w:sz w:val="24"/>
                <w:szCs w:val="24"/>
              </w:rPr>
              <w:t>. Oficyna Wydawnicza Impuls</w:t>
            </w:r>
          </w:p>
          <w:p w14:paraId="5E40BE96" w14:textId="6EB5B238" w:rsidR="0085635D" w:rsidRPr="00306C84" w:rsidRDefault="008E675F" w:rsidP="00385407">
            <w:pPr>
              <w:spacing w:after="0" w:line="240" w:lineRule="auto"/>
              <w:ind w:left="142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06C8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oraz aktualne czasopisma z baz krajowych i zagranicznych m.in. Taylor Francis </w:t>
            </w:r>
            <w:proofErr w:type="spellStart"/>
            <w:r w:rsidRPr="00306C8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Group</w:t>
            </w:r>
            <w:proofErr w:type="spellEnd"/>
            <w:r w:rsidRPr="00306C8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, Springer inne</w:t>
            </w:r>
          </w:p>
        </w:tc>
      </w:tr>
      <w:tr w:rsidR="0085747A" w:rsidRPr="00306C84" w14:paraId="5376C655" w14:textId="77777777" w:rsidTr="00FD4048">
        <w:trPr>
          <w:trHeight w:val="397"/>
        </w:trPr>
        <w:tc>
          <w:tcPr>
            <w:tcW w:w="9497" w:type="dxa"/>
          </w:tcPr>
          <w:p w14:paraId="3C714FC1" w14:textId="77777777" w:rsidR="00661C42" w:rsidRPr="00306C84" w:rsidRDefault="0085747A" w:rsidP="00661C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C3B6583" w14:textId="0F18684E" w:rsidR="00661C42" w:rsidRPr="00306C84" w:rsidRDefault="00661C42" w:rsidP="00661C4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Jakubowska Honorata 2012</w:t>
            </w:r>
            <w:r w:rsidRPr="00306C8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Ciało jako przedmiot badań socjologicznych – dylematy, </w:t>
            </w:r>
            <w:proofErr w:type="spellStart"/>
            <w:r w:rsidRPr="00306C8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pomi</w:t>
            </w:r>
            <w:proofErr w:type="spellEnd"/>
            <w:r w:rsidRPr="00306C8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-nięcia, możliwości, Przegląd Socjologii Jakościowej, t. 8, nr 2, s. 12–31, </w:t>
            </w:r>
          </w:p>
          <w:p w14:paraId="74F2994D" w14:textId="1B7384A3" w:rsidR="00661C42" w:rsidRPr="00306C84" w:rsidRDefault="00661C42" w:rsidP="00661C4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Jakubowska H. 2015</w:t>
            </w:r>
            <w:r w:rsidRPr="00306C8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Gra z ciałem. Praktyki i dyskursy różnicowania płci w sporcie, Wydawnictwo Naukowe PWN, Warszawa </w:t>
            </w:r>
          </w:p>
          <w:p w14:paraId="5D9632D9" w14:textId="77777777" w:rsidR="00661C42" w:rsidRPr="00306C84" w:rsidRDefault="00661C42" w:rsidP="00661C4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Jakubowska H. 2015</w:t>
            </w:r>
            <w:r w:rsidRPr="00306C8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Wiedza </w:t>
            </w:r>
            <w:proofErr w:type="spellStart"/>
            <w:r w:rsidRPr="00306C8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pozadyskursywna</w:t>
            </w:r>
            <w:proofErr w:type="spellEnd"/>
            <w:r w:rsidRPr="00306C8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sposoby jej badania na przykładzie przekazywania i </w:t>
            </w:r>
            <w:proofErr w:type="spellStart"/>
            <w:r w:rsidRPr="00306C8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naby</w:t>
            </w:r>
            <w:proofErr w:type="spellEnd"/>
            <w:r w:rsidRPr="00306C8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- </w:t>
            </w:r>
            <w:proofErr w:type="spellStart"/>
            <w:r w:rsidRPr="00306C8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wania</w:t>
            </w:r>
            <w:proofErr w:type="spellEnd"/>
            <w:r w:rsidRPr="00306C8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sportowych umiejętności, Studia Socjologiczne, nr 3, s. 173–191.</w:t>
            </w:r>
          </w:p>
          <w:p w14:paraId="476D9EED" w14:textId="3666425E" w:rsidR="0085635D" w:rsidRPr="00306C84" w:rsidRDefault="00661C42" w:rsidP="00661C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Kacperczyk A. 2012</w:t>
            </w:r>
            <w:r w:rsidRPr="00306C8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Badacz i jego ciało w procesie zbierania i analizowania danych – na przykładzie badań nad społecznym światem wspinaczki, Przegląd Socjologii Jakościowej, t. 8, nr 2, s. 32–63, </w:t>
            </w:r>
          </w:p>
        </w:tc>
      </w:tr>
    </w:tbl>
    <w:p w14:paraId="0EA39BB9" w14:textId="77777777" w:rsidR="0085747A" w:rsidRPr="00306C8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99D0D0" w14:textId="77777777" w:rsidR="0085747A" w:rsidRPr="00306C8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EC95C6" w14:textId="77777777" w:rsidR="0085747A" w:rsidRPr="00306C84" w:rsidRDefault="0085747A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06C8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41C2F3C" w14:textId="77777777" w:rsidR="00AC7384" w:rsidRPr="00306C84" w:rsidRDefault="00AC7384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E41938" w14:textId="2B737F22" w:rsidR="00110AC3" w:rsidRPr="00306C84" w:rsidRDefault="00110AC3" w:rsidP="00110AC3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110AC3" w:rsidRPr="00306C8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7551D5" w14:textId="77777777" w:rsidR="000033FA" w:rsidRDefault="000033FA" w:rsidP="00C16ABF">
      <w:pPr>
        <w:spacing w:after="0" w:line="240" w:lineRule="auto"/>
      </w:pPr>
      <w:r>
        <w:separator/>
      </w:r>
    </w:p>
  </w:endnote>
  <w:endnote w:type="continuationSeparator" w:id="0">
    <w:p w14:paraId="34E6D660" w14:textId="77777777" w:rsidR="000033FA" w:rsidRDefault="000033F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3BFBC" w14:textId="77777777" w:rsidR="000033FA" w:rsidRDefault="000033FA" w:rsidP="00C16ABF">
      <w:pPr>
        <w:spacing w:after="0" w:line="240" w:lineRule="auto"/>
      </w:pPr>
      <w:r>
        <w:separator/>
      </w:r>
    </w:p>
  </w:footnote>
  <w:footnote w:type="continuationSeparator" w:id="0">
    <w:p w14:paraId="586093A6" w14:textId="77777777" w:rsidR="000033FA" w:rsidRDefault="000033FA" w:rsidP="00C16ABF">
      <w:pPr>
        <w:spacing w:after="0" w:line="240" w:lineRule="auto"/>
      </w:pPr>
      <w:r>
        <w:continuationSeparator/>
      </w:r>
    </w:p>
  </w:footnote>
  <w:footnote w:id="1">
    <w:p w14:paraId="2B6156C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20789"/>
    <w:multiLevelType w:val="hybridMultilevel"/>
    <w:tmpl w:val="7FC8AF72"/>
    <w:lvl w:ilvl="0" w:tplc="54C6C42E">
      <w:start w:val="1"/>
      <w:numFmt w:val="decimal"/>
      <w:lvlText w:val="%1."/>
      <w:lvlJc w:val="left"/>
      <w:pPr>
        <w:ind w:left="850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48" w:hanging="360"/>
      </w:pPr>
    </w:lvl>
    <w:lvl w:ilvl="2" w:tplc="0415001B" w:tentative="1">
      <w:start w:val="1"/>
      <w:numFmt w:val="lowerRoman"/>
      <w:lvlText w:val="%3."/>
      <w:lvlJc w:val="right"/>
      <w:pPr>
        <w:ind w:left="1168" w:hanging="180"/>
      </w:pPr>
    </w:lvl>
    <w:lvl w:ilvl="3" w:tplc="0415000F" w:tentative="1">
      <w:start w:val="1"/>
      <w:numFmt w:val="decimal"/>
      <w:lvlText w:val="%4."/>
      <w:lvlJc w:val="left"/>
      <w:pPr>
        <w:ind w:left="1888" w:hanging="360"/>
      </w:pPr>
    </w:lvl>
    <w:lvl w:ilvl="4" w:tplc="04150019" w:tentative="1">
      <w:start w:val="1"/>
      <w:numFmt w:val="lowerLetter"/>
      <w:lvlText w:val="%5."/>
      <w:lvlJc w:val="left"/>
      <w:pPr>
        <w:ind w:left="2608" w:hanging="360"/>
      </w:pPr>
    </w:lvl>
    <w:lvl w:ilvl="5" w:tplc="0415001B" w:tentative="1">
      <w:start w:val="1"/>
      <w:numFmt w:val="lowerRoman"/>
      <w:lvlText w:val="%6."/>
      <w:lvlJc w:val="right"/>
      <w:pPr>
        <w:ind w:left="3328" w:hanging="180"/>
      </w:pPr>
    </w:lvl>
    <w:lvl w:ilvl="6" w:tplc="0415000F" w:tentative="1">
      <w:start w:val="1"/>
      <w:numFmt w:val="decimal"/>
      <w:lvlText w:val="%7."/>
      <w:lvlJc w:val="left"/>
      <w:pPr>
        <w:ind w:left="4048" w:hanging="360"/>
      </w:pPr>
    </w:lvl>
    <w:lvl w:ilvl="7" w:tplc="04150019" w:tentative="1">
      <w:start w:val="1"/>
      <w:numFmt w:val="lowerLetter"/>
      <w:lvlText w:val="%8."/>
      <w:lvlJc w:val="left"/>
      <w:pPr>
        <w:ind w:left="4768" w:hanging="360"/>
      </w:pPr>
    </w:lvl>
    <w:lvl w:ilvl="8" w:tplc="0415001B" w:tentative="1">
      <w:start w:val="1"/>
      <w:numFmt w:val="lowerRoman"/>
      <w:lvlText w:val="%9."/>
      <w:lvlJc w:val="right"/>
      <w:pPr>
        <w:ind w:left="5488" w:hanging="180"/>
      </w:pPr>
    </w:lvl>
  </w:abstractNum>
  <w:abstractNum w:abstractNumId="1" w15:restartNumberingAfterBreak="0">
    <w:nsid w:val="049B656E"/>
    <w:multiLevelType w:val="hybridMultilevel"/>
    <w:tmpl w:val="C48A9B66"/>
    <w:lvl w:ilvl="0" w:tplc="54C6C42E">
      <w:start w:val="1"/>
      <w:numFmt w:val="decimal"/>
      <w:lvlText w:val="%1."/>
      <w:lvlJc w:val="left"/>
      <w:pPr>
        <w:ind w:left="1842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13820679"/>
    <w:multiLevelType w:val="hybridMultilevel"/>
    <w:tmpl w:val="0A6AD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7F52280"/>
    <w:multiLevelType w:val="hybridMultilevel"/>
    <w:tmpl w:val="8B666C44"/>
    <w:lvl w:ilvl="0" w:tplc="54C6C42E">
      <w:start w:val="1"/>
      <w:numFmt w:val="decimal"/>
      <w:lvlText w:val="%1."/>
      <w:lvlJc w:val="left"/>
      <w:pPr>
        <w:ind w:left="1842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744CA2"/>
    <w:multiLevelType w:val="hybridMultilevel"/>
    <w:tmpl w:val="4BC058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905D53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B948D5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14744F"/>
    <w:multiLevelType w:val="hybridMultilevel"/>
    <w:tmpl w:val="8A6E3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566145"/>
    <w:multiLevelType w:val="hybridMultilevel"/>
    <w:tmpl w:val="D424F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10"/>
  </w:num>
  <w:num w:numId="5">
    <w:abstractNumId w:val="2"/>
  </w:num>
  <w:num w:numId="6">
    <w:abstractNumId w:val="7"/>
  </w:num>
  <w:num w:numId="7">
    <w:abstractNumId w:val="6"/>
  </w:num>
  <w:num w:numId="8">
    <w:abstractNumId w:val="9"/>
  </w:num>
  <w:num w:numId="9">
    <w:abstractNumId w:val="1"/>
  </w:num>
  <w:num w:numId="10">
    <w:abstractNumId w:val="4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33FA"/>
    <w:rsid w:val="000048FD"/>
    <w:rsid w:val="000077B4"/>
    <w:rsid w:val="00015B8F"/>
    <w:rsid w:val="00022ECE"/>
    <w:rsid w:val="000265CA"/>
    <w:rsid w:val="00042A51"/>
    <w:rsid w:val="00042D2E"/>
    <w:rsid w:val="00044C82"/>
    <w:rsid w:val="0004652D"/>
    <w:rsid w:val="00070ED6"/>
    <w:rsid w:val="000742DC"/>
    <w:rsid w:val="00084C12"/>
    <w:rsid w:val="0009462C"/>
    <w:rsid w:val="00094B12"/>
    <w:rsid w:val="00096C46"/>
    <w:rsid w:val="000A131E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3AA3"/>
    <w:rsid w:val="00104136"/>
    <w:rsid w:val="00110AC3"/>
    <w:rsid w:val="0011298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0D78"/>
    <w:rsid w:val="001A70D2"/>
    <w:rsid w:val="001D2B2B"/>
    <w:rsid w:val="001D657B"/>
    <w:rsid w:val="001D7B54"/>
    <w:rsid w:val="001E0209"/>
    <w:rsid w:val="001F2CA2"/>
    <w:rsid w:val="001F31B0"/>
    <w:rsid w:val="00207377"/>
    <w:rsid w:val="002144C0"/>
    <w:rsid w:val="0022477D"/>
    <w:rsid w:val="002278A9"/>
    <w:rsid w:val="002336F9"/>
    <w:rsid w:val="0024028F"/>
    <w:rsid w:val="00244ABC"/>
    <w:rsid w:val="0027350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6C84"/>
    <w:rsid w:val="003151C5"/>
    <w:rsid w:val="003343CF"/>
    <w:rsid w:val="00346FE9"/>
    <w:rsid w:val="0034759A"/>
    <w:rsid w:val="003503F6"/>
    <w:rsid w:val="003530DD"/>
    <w:rsid w:val="00363F78"/>
    <w:rsid w:val="00373711"/>
    <w:rsid w:val="00385407"/>
    <w:rsid w:val="003A0A5B"/>
    <w:rsid w:val="003A1176"/>
    <w:rsid w:val="003C0BAE"/>
    <w:rsid w:val="003D026F"/>
    <w:rsid w:val="003D18A9"/>
    <w:rsid w:val="003D6CE2"/>
    <w:rsid w:val="003D6CE8"/>
    <w:rsid w:val="003E1941"/>
    <w:rsid w:val="003E2D83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9AE"/>
    <w:rsid w:val="004968E2"/>
    <w:rsid w:val="004A3EEA"/>
    <w:rsid w:val="004A4D1F"/>
    <w:rsid w:val="004D5282"/>
    <w:rsid w:val="004E00B1"/>
    <w:rsid w:val="004E3061"/>
    <w:rsid w:val="004F1551"/>
    <w:rsid w:val="004F55A3"/>
    <w:rsid w:val="0050496F"/>
    <w:rsid w:val="00513B6F"/>
    <w:rsid w:val="00517C63"/>
    <w:rsid w:val="005224A8"/>
    <w:rsid w:val="005363C4"/>
    <w:rsid w:val="00536BDE"/>
    <w:rsid w:val="00543ACC"/>
    <w:rsid w:val="00546C64"/>
    <w:rsid w:val="0056696D"/>
    <w:rsid w:val="005672D9"/>
    <w:rsid w:val="005837F6"/>
    <w:rsid w:val="00586865"/>
    <w:rsid w:val="0059484D"/>
    <w:rsid w:val="005A0855"/>
    <w:rsid w:val="005A3196"/>
    <w:rsid w:val="005C080F"/>
    <w:rsid w:val="005C55E5"/>
    <w:rsid w:val="005C677C"/>
    <w:rsid w:val="005C696A"/>
    <w:rsid w:val="005E6E85"/>
    <w:rsid w:val="005F31D2"/>
    <w:rsid w:val="0061029B"/>
    <w:rsid w:val="00617230"/>
    <w:rsid w:val="00621CE1"/>
    <w:rsid w:val="00623D01"/>
    <w:rsid w:val="00627FC9"/>
    <w:rsid w:val="00641CA9"/>
    <w:rsid w:val="006462CC"/>
    <w:rsid w:val="00647FA8"/>
    <w:rsid w:val="00650C5F"/>
    <w:rsid w:val="00654934"/>
    <w:rsid w:val="00661C42"/>
    <w:rsid w:val="006620D9"/>
    <w:rsid w:val="00671958"/>
    <w:rsid w:val="00675843"/>
    <w:rsid w:val="00696477"/>
    <w:rsid w:val="006B6859"/>
    <w:rsid w:val="006C733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F25"/>
    <w:rsid w:val="00724677"/>
    <w:rsid w:val="00725459"/>
    <w:rsid w:val="007327BD"/>
    <w:rsid w:val="00734608"/>
    <w:rsid w:val="00745302"/>
    <w:rsid w:val="007461D6"/>
    <w:rsid w:val="00746EC8"/>
    <w:rsid w:val="007571DD"/>
    <w:rsid w:val="00763BF1"/>
    <w:rsid w:val="00766FD4"/>
    <w:rsid w:val="0078138F"/>
    <w:rsid w:val="0078168C"/>
    <w:rsid w:val="00787C2A"/>
    <w:rsid w:val="00790E27"/>
    <w:rsid w:val="0079167F"/>
    <w:rsid w:val="007A265C"/>
    <w:rsid w:val="007A4022"/>
    <w:rsid w:val="007A6E6E"/>
    <w:rsid w:val="007B7FDF"/>
    <w:rsid w:val="007C3299"/>
    <w:rsid w:val="007C3BCC"/>
    <w:rsid w:val="007C4546"/>
    <w:rsid w:val="007C78EE"/>
    <w:rsid w:val="007D6E56"/>
    <w:rsid w:val="007F4155"/>
    <w:rsid w:val="0081159F"/>
    <w:rsid w:val="0081554D"/>
    <w:rsid w:val="0081707E"/>
    <w:rsid w:val="00820097"/>
    <w:rsid w:val="008449B3"/>
    <w:rsid w:val="00850D00"/>
    <w:rsid w:val="008552A2"/>
    <w:rsid w:val="0085635D"/>
    <w:rsid w:val="0085747A"/>
    <w:rsid w:val="00884922"/>
    <w:rsid w:val="00885F64"/>
    <w:rsid w:val="008917F9"/>
    <w:rsid w:val="008A0F00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E675F"/>
    <w:rsid w:val="008E79A6"/>
    <w:rsid w:val="008F12C9"/>
    <w:rsid w:val="008F6E29"/>
    <w:rsid w:val="00916188"/>
    <w:rsid w:val="00923D7D"/>
    <w:rsid w:val="00931A93"/>
    <w:rsid w:val="009508DF"/>
    <w:rsid w:val="00950DAC"/>
    <w:rsid w:val="00954A07"/>
    <w:rsid w:val="00983CCB"/>
    <w:rsid w:val="00997F14"/>
    <w:rsid w:val="009A78D9"/>
    <w:rsid w:val="009B1B13"/>
    <w:rsid w:val="009B49C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737E"/>
    <w:rsid w:val="00A2245B"/>
    <w:rsid w:val="00A270B5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7384"/>
    <w:rsid w:val="00AD1146"/>
    <w:rsid w:val="00AD27D3"/>
    <w:rsid w:val="00AD66D6"/>
    <w:rsid w:val="00AE1160"/>
    <w:rsid w:val="00AE203C"/>
    <w:rsid w:val="00AE2E74"/>
    <w:rsid w:val="00AE455E"/>
    <w:rsid w:val="00AE5FCB"/>
    <w:rsid w:val="00AF2C1E"/>
    <w:rsid w:val="00B06142"/>
    <w:rsid w:val="00B135B1"/>
    <w:rsid w:val="00B3130B"/>
    <w:rsid w:val="00B325B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4CD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13B"/>
    <w:rsid w:val="00C94B98"/>
    <w:rsid w:val="00CA2B96"/>
    <w:rsid w:val="00CA5089"/>
    <w:rsid w:val="00CD6897"/>
    <w:rsid w:val="00CE3428"/>
    <w:rsid w:val="00CE5BAC"/>
    <w:rsid w:val="00CF25BE"/>
    <w:rsid w:val="00CF2E84"/>
    <w:rsid w:val="00CF78ED"/>
    <w:rsid w:val="00D02B25"/>
    <w:rsid w:val="00D02EBA"/>
    <w:rsid w:val="00D17C3C"/>
    <w:rsid w:val="00D26B2C"/>
    <w:rsid w:val="00D352C9"/>
    <w:rsid w:val="00D425B2"/>
    <w:rsid w:val="00D428D6"/>
    <w:rsid w:val="00D515A0"/>
    <w:rsid w:val="00D552B2"/>
    <w:rsid w:val="00D608D1"/>
    <w:rsid w:val="00D74119"/>
    <w:rsid w:val="00D8075B"/>
    <w:rsid w:val="00D82ADA"/>
    <w:rsid w:val="00D8678B"/>
    <w:rsid w:val="00DA2114"/>
    <w:rsid w:val="00DE09C0"/>
    <w:rsid w:val="00DE4A14"/>
    <w:rsid w:val="00DF320D"/>
    <w:rsid w:val="00DF71C8"/>
    <w:rsid w:val="00E129B8"/>
    <w:rsid w:val="00E21650"/>
    <w:rsid w:val="00E21E7D"/>
    <w:rsid w:val="00E22FBC"/>
    <w:rsid w:val="00E24BF5"/>
    <w:rsid w:val="00E25338"/>
    <w:rsid w:val="00E3047E"/>
    <w:rsid w:val="00E51E44"/>
    <w:rsid w:val="00E63348"/>
    <w:rsid w:val="00E742AA"/>
    <w:rsid w:val="00E77E88"/>
    <w:rsid w:val="00E8107D"/>
    <w:rsid w:val="00E90B7F"/>
    <w:rsid w:val="00E960BB"/>
    <w:rsid w:val="00EA2074"/>
    <w:rsid w:val="00EA4832"/>
    <w:rsid w:val="00EA4E9D"/>
    <w:rsid w:val="00EC36AF"/>
    <w:rsid w:val="00EC4899"/>
    <w:rsid w:val="00EC6AEC"/>
    <w:rsid w:val="00ED03AB"/>
    <w:rsid w:val="00ED32D2"/>
    <w:rsid w:val="00EE32DE"/>
    <w:rsid w:val="00EE5457"/>
    <w:rsid w:val="00F070AB"/>
    <w:rsid w:val="00F12AFD"/>
    <w:rsid w:val="00F17567"/>
    <w:rsid w:val="00F27A7B"/>
    <w:rsid w:val="00F459BD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C0B"/>
    <w:rsid w:val="00FD4048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79444"/>
  <w15:docId w15:val="{3660D664-C749-4F62-B743-C08966197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23A97-1A60-4EA9-803F-BDD4974FA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1177</Words>
  <Characters>7064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15</cp:revision>
  <cp:lastPrinted>2019-02-06T12:12:00Z</cp:lastPrinted>
  <dcterms:created xsi:type="dcterms:W3CDTF">2020-02-28T09:05:00Z</dcterms:created>
  <dcterms:modified xsi:type="dcterms:W3CDTF">2021-09-06T10:31:00Z</dcterms:modified>
</cp:coreProperties>
</file>